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CellMar>
          <w:top w:w="113" w:type="dxa"/>
          <w:left w:w="57" w:type="dxa"/>
          <w:bottom w:w="113" w:type="dxa"/>
          <w:right w:w="57" w:type="dxa"/>
        </w:tblCellMar>
        <w:tblLook w:val="04A0" w:firstRow="1" w:lastRow="0" w:firstColumn="1" w:lastColumn="0" w:noHBand="0" w:noVBand="1"/>
      </w:tblPr>
      <w:tblGrid>
        <w:gridCol w:w="1674"/>
        <w:gridCol w:w="5971"/>
      </w:tblGrid>
      <w:tr w:rsidR="00174688" w:rsidRPr="006843D8" w14:paraId="12194E70" w14:textId="77777777" w:rsidTr="00EC38A0">
        <w:tc>
          <w:tcPr>
            <w:tcW w:w="1900" w:type="dxa"/>
            <w:shd w:val="clear" w:color="auto" w:fill="F2F2F2" w:themeFill="background1" w:themeFillShade="F2"/>
          </w:tcPr>
          <w:p w14:paraId="58F3D835" w14:textId="77777777" w:rsidR="00174688" w:rsidRPr="006843D8" w:rsidRDefault="00174688" w:rsidP="004719C6">
            <w:pPr>
              <w:spacing w:line="360" w:lineRule="auto"/>
              <w:rPr>
                <w:rFonts w:ascii="Arial" w:hAnsi="Arial" w:cs="Arial"/>
                <w:b/>
                <w:sz w:val="22"/>
              </w:rPr>
            </w:pPr>
            <w:bookmarkStart w:id="0" w:name="_Hlk61365257"/>
            <w:bookmarkStart w:id="1" w:name="_GoBack"/>
            <w:r w:rsidRPr="006843D8">
              <w:rPr>
                <w:rFonts w:ascii="Arial" w:hAnsi="Arial" w:cs="Arial"/>
                <w:b/>
                <w:sz w:val="22"/>
              </w:rPr>
              <w:t>An …</w:t>
            </w:r>
          </w:p>
        </w:tc>
        <w:tc>
          <w:tcPr>
            <w:tcW w:w="7286" w:type="dxa"/>
          </w:tcPr>
          <w:p w14:paraId="1DBA609E" w14:textId="3F493A86" w:rsidR="00174688" w:rsidRPr="006843D8" w:rsidRDefault="00174688" w:rsidP="004719C6">
            <w:pPr>
              <w:spacing w:line="360" w:lineRule="auto"/>
              <w:rPr>
                <w:rFonts w:ascii="Arial" w:hAnsi="Arial" w:cs="Arial"/>
                <w:sz w:val="22"/>
              </w:rPr>
            </w:pPr>
          </w:p>
        </w:tc>
      </w:tr>
      <w:tr w:rsidR="00174688" w:rsidRPr="006843D8" w14:paraId="38EF34D4" w14:textId="77777777" w:rsidTr="00EC38A0">
        <w:tc>
          <w:tcPr>
            <w:tcW w:w="1900" w:type="dxa"/>
            <w:shd w:val="clear" w:color="auto" w:fill="F2F2F2" w:themeFill="background1" w:themeFillShade="F2"/>
          </w:tcPr>
          <w:p w14:paraId="6FE2EBA3" w14:textId="77777777" w:rsidR="00174688" w:rsidRPr="006843D8" w:rsidRDefault="00174688" w:rsidP="004719C6">
            <w:pPr>
              <w:spacing w:line="360" w:lineRule="auto"/>
              <w:rPr>
                <w:rFonts w:ascii="Arial" w:hAnsi="Arial" w:cs="Arial"/>
                <w:b/>
                <w:sz w:val="22"/>
              </w:rPr>
            </w:pPr>
            <w:r w:rsidRPr="006843D8">
              <w:rPr>
                <w:rFonts w:ascii="Arial" w:hAnsi="Arial" w:cs="Arial"/>
                <w:b/>
                <w:sz w:val="22"/>
              </w:rPr>
              <w:t>CC …</w:t>
            </w:r>
          </w:p>
        </w:tc>
        <w:tc>
          <w:tcPr>
            <w:tcW w:w="7286" w:type="dxa"/>
          </w:tcPr>
          <w:p w14:paraId="6F76BAF5" w14:textId="77777777" w:rsidR="00174688" w:rsidRPr="006843D8" w:rsidRDefault="00174688" w:rsidP="004719C6">
            <w:pPr>
              <w:spacing w:line="360" w:lineRule="auto"/>
              <w:rPr>
                <w:rFonts w:ascii="Arial" w:hAnsi="Arial" w:cs="Arial"/>
                <w:sz w:val="22"/>
              </w:rPr>
            </w:pPr>
          </w:p>
        </w:tc>
      </w:tr>
      <w:tr w:rsidR="00174688" w:rsidRPr="006843D8" w14:paraId="23EB4460" w14:textId="77777777" w:rsidTr="00EC38A0">
        <w:tc>
          <w:tcPr>
            <w:tcW w:w="1900" w:type="dxa"/>
            <w:shd w:val="clear" w:color="auto" w:fill="F2F2F2" w:themeFill="background1" w:themeFillShade="F2"/>
          </w:tcPr>
          <w:p w14:paraId="4BCA6B2D" w14:textId="77777777" w:rsidR="00174688" w:rsidRPr="006843D8" w:rsidRDefault="00174688" w:rsidP="004719C6">
            <w:pPr>
              <w:spacing w:line="360" w:lineRule="auto"/>
              <w:rPr>
                <w:rFonts w:ascii="Arial" w:hAnsi="Arial" w:cs="Arial"/>
                <w:b/>
                <w:sz w:val="22"/>
              </w:rPr>
            </w:pPr>
            <w:r w:rsidRPr="006843D8">
              <w:rPr>
                <w:rFonts w:ascii="Arial" w:hAnsi="Arial" w:cs="Arial"/>
                <w:b/>
                <w:sz w:val="22"/>
              </w:rPr>
              <w:t>BCC …</w:t>
            </w:r>
          </w:p>
        </w:tc>
        <w:tc>
          <w:tcPr>
            <w:tcW w:w="7286" w:type="dxa"/>
          </w:tcPr>
          <w:p w14:paraId="2F7E8619" w14:textId="77777777" w:rsidR="00174688" w:rsidRPr="006843D8" w:rsidRDefault="00174688" w:rsidP="004719C6">
            <w:pPr>
              <w:spacing w:line="360" w:lineRule="auto"/>
              <w:rPr>
                <w:rFonts w:ascii="Arial" w:hAnsi="Arial" w:cs="Arial"/>
                <w:sz w:val="22"/>
              </w:rPr>
            </w:pPr>
          </w:p>
        </w:tc>
      </w:tr>
      <w:tr w:rsidR="00174688" w:rsidRPr="006843D8" w14:paraId="6D8F5750" w14:textId="77777777" w:rsidTr="00EC38A0">
        <w:tc>
          <w:tcPr>
            <w:tcW w:w="1900" w:type="dxa"/>
            <w:shd w:val="clear" w:color="auto" w:fill="F2F2F2" w:themeFill="background1" w:themeFillShade="F2"/>
          </w:tcPr>
          <w:p w14:paraId="13AAE1CE" w14:textId="77777777" w:rsidR="00174688" w:rsidRPr="006843D8" w:rsidRDefault="00174688" w:rsidP="004719C6">
            <w:pPr>
              <w:spacing w:line="360" w:lineRule="auto"/>
              <w:rPr>
                <w:rFonts w:ascii="Arial" w:hAnsi="Arial" w:cs="Arial"/>
                <w:b/>
                <w:sz w:val="22"/>
              </w:rPr>
            </w:pPr>
            <w:r w:rsidRPr="006843D8">
              <w:rPr>
                <w:rFonts w:ascii="Arial" w:hAnsi="Arial" w:cs="Arial"/>
                <w:b/>
                <w:sz w:val="22"/>
              </w:rPr>
              <w:t>Betreff:</w:t>
            </w:r>
          </w:p>
        </w:tc>
        <w:tc>
          <w:tcPr>
            <w:tcW w:w="7286" w:type="dxa"/>
          </w:tcPr>
          <w:p w14:paraId="1DA567E4" w14:textId="7757008E" w:rsidR="00174688" w:rsidRPr="006843D8" w:rsidRDefault="00174688" w:rsidP="004719C6">
            <w:pPr>
              <w:spacing w:line="360" w:lineRule="auto"/>
              <w:rPr>
                <w:rFonts w:ascii="Arial" w:hAnsi="Arial" w:cs="Arial"/>
                <w:sz w:val="22"/>
              </w:rPr>
            </w:pPr>
          </w:p>
        </w:tc>
      </w:tr>
      <w:tr w:rsidR="00174688" w:rsidRPr="0060367C" w14:paraId="4E2F1503" w14:textId="77777777" w:rsidTr="00EC38A0">
        <w:tc>
          <w:tcPr>
            <w:tcW w:w="9186" w:type="dxa"/>
            <w:gridSpan w:val="2"/>
          </w:tcPr>
          <w:p w14:paraId="1C676891" w14:textId="5FBD2FE2" w:rsidR="0060367C" w:rsidRDefault="0060367C" w:rsidP="004719C6">
            <w:pPr>
              <w:spacing w:line="360" w:lineRule="auto"/>
              <w:rPr>
                <w:rFonts w:ascii="Arial" w:hAnsi="Arial" w:cs="Arial"/>
                <w:sz w:val="22"/>
              </w:rPr>
            </w:pPr>
          </w:p>
          <w:p w14:paraId="77E2EB4E" w14:textId="576A195A" w:rsidR="005350D2" w:rsidRDefault="005350D2" w:rsidP="004719C6">
            <w:pPr>
              <w:spacing w:line="360" w:lineRule="auto"/>
              <w:rPr>
                <w:rFonts w:ascii="Arial" w:hAnsi="Arial" w:cs="Arial"/>
                <w:sz w:val="22"/>
              </w:rPr>
            </w:pPr>
          </w:p>
          <w:p w14:paraId="1C5B8204" w14:textId="7D9791A4" w:rsidR="005350D2" w:rsidRDefault="005350D2" w:rsidP="004719C6">
            <w:pPr>
              <w:spacing w:line="360" w:lineRule="auto"/>
              <w:rPr>
                <w:rFonts w:ascii="Arial" w:hAnsi="Arial" w:cs="Arial"/>
                <w:sz w:val="22"/>
              </w:rPr>
            </w:pPr>
          </w:p>
          <w:p w14:paraId="3ABB37A4" w14:textId="3B525A2E" w:rsidR="005350D2" w:rsidRDefault="005350D2" w:rsidP="004719C6">
            <w:pPr>
              <w:spacing w:line="360" w:lineRule="auto"/>
              <w:rPr>
                <w:rFonts w:ascii="Arial" w:hAnsi="Arial" w:cs="Arial"/>
                <w:sz w:val="22"/>
              </w:rPr>
            </w:pPr>
          </w:p>
          <w:p w14:paraId="615A7B1D" w14:textId="6731F0A8" w:rsidR="005350D2" w:rsidRDefault="005350D2" w:rsidP="004719C6">
            <w:pPr>
              <w:spacing w:line="360" w:lineRule="auto"/>
              <w:rPr>
                <w:rFonts w:ascii="Arial" w:hAnsi="Arial" w:cs="Arial"/>
                <w:sz w:val="22"/>
              </w:rPr>
            </w:pPr>
          </w:p>
          <w:p w14:paraId="01EA572B" w14:textId="161EC2F2" w:rsidR="005350D2" w:rsidRDefault="005350D2" w:rsidP="004719C6">
            <w:pPr>
              <w:spacing w:line="360" w:lineRule="auto"/>
              <w:rPr>
                <w:rFonts w:ascii="Arial" w:hAnsi="Arial" w:cs="Arial"/>
                <w:sz w:val="22"/>
              </w:rPr>
            </w:pPr>
          </w:p>
          <w:p w14:paraId="35298BD8" w14:textId="15E6A45B" w:rsidR="005350D2" w:rsidRDefault="005350D2" w:rsidP="004719C6">
            <w:pPr>
              <w:spacing w:line="360" w:lineRule="auto"/>
              <w:rPr>
                <w:rFonts w:ascii="Arial" w:hAnsi="Arial" w:cs="Arial"/>
                <w:sz w:val="22"/>
              </w:rPr>
            </w:pPr>
          </w:p>
          <w:p w14:paraId="4C3BE417" w14:textId="30AA2691" w:rsidR="005350D2" w:rsidRDefault="005350D2" w:rsidP="004719C6">
            <w:pPr>
              <w:spacing w:line="360" w:lineRule="auto"/>
              <w:rPr>
                <w:rFonts w:ascii="Arial" w:hAnsi="Arial" w:cs="Arial"/>
                <w:sz w:val="22"/>
              </w:rPr>
            </w:pPr>
          </w:p>
          <w:p w14:paraId="0A9644D9" w14:textId="41DBE6D7" w:rsidR="005350D2" w:rsidRDefault="005350D2" w:rsidP="004719C6">
            <w:pPr>
              <w:spacing w:line="360" w:lineRule="auto"/>
              <w:rPr>
                <w:rFonts w:ascii="Arial" w:hAnsi="Arial" w:cs="Arial"/>
                <w:sz w:val="22"/>
              </w:rPr>
            </w:pPr>
          </w:p>
          <w:p w14:paraId="2C338DD0" w14:textId="50D437E2" w:rsidR="005350D2" w:rsidRDefault="005350D2" w:rsidP="004719C6">
            <w:pPr>
              <w:spacing w:line="360" w:lineRule="auto"/>
              <w:rPr>
                <w:rFonts w:ascii="Arial" w:hAnsi="Arial" w:cs="Arial"/>
                <w:sz w:val="22"/>
              </w:rPr>
            </w:pPr>
          </w:p>
          <w:p w14:paraId="7870B257" w14:textId="16769A43" w:rsidR="005350D2" w:rsidRDefault="005350D2" w:rsidP="004719C6">
            <w:pPr>
              <w:spacing w:line="360" w:lineRule="auto"/>
              <w:rPr>
                <w:rFonts w:ascii="Arial" w:hAnsi="Arial" w:cs="Arial"/>
                <w:sz w:val="22"/>
              </w:rPr>
            </w:pPr>
          </w:p>
          <w:p w14:paraId="5F08AA1F" w14:textId="6A73406D" w:rsidR="005350D2" w:rsidRDefault="005350D2" w:rsidP="004719C6">
            <w:pPr>
              <w:spacing w:line="360" w:lineRule="auto"/>
              <w:rPr>
                <w:rFonts w:ascii="Arial" w:hAnsi="Arial" w:cs="Arial"/>
                <w:sz w:val="22"/>
              </w:rPr>
            </w:pPr>
          </w:p>
          <w:p w14:paraId="627B7548" w14:textId="354F2346" w:rsidR="005350D2" w:rsidRDefault="005350D2" w:rsidP="004719C6">
            <w:pPr>
              <w:spacing w:line="360" w:lineRule="auto"/>
              <w:rPr>
                <w:rFonts w:ascii="Arial" w:hAnsi="Arial" w:cs="Arial"/>
                <w:sz w:val="22"/>
              </w:rPr>
            </w:pPr>
          </w:p>
          <w:p w14:paraId="3808FF49" w14:textId="4C36589A" w:rsidR="005350D2" w:rsidRDefault="005350D2" w:rsidP="004719C6">
            <w:pPr>
              <w:spacing w:line="360" w:lineRule="auto"/>
              <w:rPr>
                <w:rFonts w:ascii="Arial" w:hAnsi="Arial" w:cs="Arial"/>
                <w:sz w:val="22"/>
              </w:rPr>
            </w:pPr>
          </w:p>
          <w:p w14:paraId="5BF1F7EA" w14:textId="6CC0C264" w:rsidR="005350D2" w:rsidRDefault="005350D2" w:rsidP="004719C6">
            <w:pPr>
              <w:spacing w:line="360" w:lineRule="auto"/>
              <w:rPr>
                <w:rFonts w:ascii="Arial" w:hAnsi="Arial" w:cs="Arial"/>
                <w:sz w:val="22"/>
              </w:rPr>
            </w:pPr>
          </w:p>
          <w:p w14:paraId="39EE763B" w14:textId="77777777" w:rsidR="005350D2" w:rsidRPr="006843D8" w:rsidRDefault="005350D2" w:rsidP="004719C6">
            <w:pPr>
              <w:spacing w:line="360" w:lineRule="auto"/>
              <w:rPr>
                <w:rFonts w:ascii="Arial" w:hAnsi="Arial" w:cs="Arial"/>
                <w:sz w:val="22"/>
              </w:rPr>
            </w:pPr>
          </w:p>
          <w:p w14:paraId="46234476" w14:textId="60568403" w:rsidR="00174688" w:rsidRPr="005204BF" w:rsidRDefault="00CF3FB9" w:rsidP="004719C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5204BF">
              <w:rPr>
                <w:rFonts w:ascii="Arial" w:hAnsi="Arial" w:cs="Arial"/>
                <w:sz w:val="18"/>
                <w:szCs w:val="18"/>
              </w:rPr>
              <w:t xml:space="preserve">E-Mail: </w:t>
            </w:r>
            <w:r w:rsidR="00960894" w:rsidRPr="005204BF">
              <w:rPr>
                <w:rFonts w:ascii="Arial" w:hAnsi="Arial" w:cs="Arial"/>
                <w:sz w:val="18"/>
                <w:szCs w:val="18"/>
              </w:rPr>
              <w:t>keck</w:t>
            </w:r>
            <w:r w:rsidR="00E87065" w:rsidRPr="005204BF">
              <w:rPr>
                <w:rFonts w:ascii="Arial" w:hAnsi="Arial" w:cs="Arial"/>
                <w:sz w:val="18"/>
                <w:szCs w:val="18"/>
              </w:rPr>
              <w:t>@</w:t>
            </w:r>
            <w:r w:rsidR="00960894" w:rsidRPr="005204BF">
              <w:rPr>
                <w:rFonts w:ascii="Arial" w:hAnsi="Arial" w:cs="Arial"/>
                <w:sz w:val="18"/>
                <w:szCs w:val="18"/>
              </w:rPr>
              <w:t>driller-</w:t>
            </w:r>
            <w:r w:rsidR="009E3736" w:rsidRPr="005204BF">
              <w:rPr>
                <w:rFonts w:ascii="Arial" w:hAnsi="Arial" w:cs="Arial"/>
                <w:sz w:val="18"/>
                <w:szCs w:val="18"/>
              </w:rPr>
              <w:t>electronic</w:t>
            </w:r>
            <w:r w:rsidR="007108C5">
              <w:rPr>
                <w:rFonts w:ascii="Arial" w:hAnsi="Arial" w:cs="Arial"/>
                <w:sz w:val="18"/>
                <w:szCs w:val="18"/>
              </w:rPr>
              <w:t>s</w:t>
            </w:r>
            <w:r w:rsidR="00960894" w:rsidRPr="005204BF">
              <w:rPr>
                <w:rFonts w:ascii="Arial" w:hAnsi="Arial" w:cs="Arial"/>
                <w:sz w:val="18"/>
                <w:szCs w:val="18"/>
              </w:rPr>
              <w:t>.de</w:t>
            </w:r>
          </w:p>
          <w:p w14:paraId="52064F23" w14:textId="33A347A8" w:rsidR="00174688" w:rsidRPr="005204BF" w:rsidRDefault="00174688" w:rsidP="004719C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5204BF">
              <w:rPr>
                <w:rFonts w:ascii="Arial" w:hAnsi="Arial" w:cs="Arial"/>
                <w:sz w:val="18"/>
                <w:szCs w:val="18"/>
              </w:rPr>
              <w:t>Internet: www.</w:t>
            </w:r>
            <w:r w:rsidR="00960894" w:rsidRPr="005204BF">
              <w:rPr>
                <w:rFonts w:ascii="Arial" w:hAnsi="Arial" w:cs="Arial"/>
                <w:sz w:val="18"/>
                <w:szCs w:val="18"/>
              </w:rPr>
              <w:t>driller-electronic</w:t>
            </w:r>
            <w:r w:rsidR="007108C5">
              <w:rPr>
                <w:rFonts w:ascii="Arial" w:hAnsi="Arial" w:cs="Arial"/>
                <w:sz w:val="18"/>
                <w:szCs w:val="18"/>
              </w:rPr>
              <w:t>s</w:t>
            </w:r>
            <w:r w:rsidR="00960894" w:rsidRPr="005204BF">
              <w:rPr>
                <w:rFonts w:ascii="Arial" w:hAnsi="Arial" w:cs="Arial"/>
                <w:sz w:val="18"/>
                <w:szCs w:val="18"/>
              </w:rPr>
              <w:t>.de</w:t>
            </w:r>
          </w:p>
          <w:p w14:paraId="5716DD9C" w14:textId="77777777" w:rsidR="00174688" w:rsidRPr="005204BF" w:rsidRDefault="00174688" w:rsidP="004719C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5204BF">
              <w:rPr>
                <w:rFonts w:ascii="Arial" w:hAnsi="Arial" w:cs="Arial"/>
                <w:sz w:val="18"/>
                <w:szCs w:val="18"/>
              </w:rPr>
              <w:t xml:space="preserve">Telefon: </w:t>
            </w:r>
            <w:r w:rsidR="00960894" w:rsidRPr="005204BF">
              <w:rPr>
                <w:rFonts w:ascii="Arial" w:hAnsi="Arial" w:cs="Arial"/>
                <w:sz w:val="18"/>
                <w:szCs w:val="18"/>
              </w:rPr>
              <w:t>+49 761 7896-15</w:t>
            </w:r>
          </w:p>
          <w:p w14:paraId="23409918" w14:textId="77777777" w:rsidR="00174688" w:rsidRPr="005204BF" w:rsidRDefault="00174688" w:rsidP="004719C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5204BF">
              <w:rPr>
                <w:rFonts w:ascii="Arial" w:hAnsi="Arial" w:cs="Arial"/>
                <w:sz w:val="18"/>
                <w:szCs w:val="18"/>
              </w:rPr>
              <w:t xml:space="preserve">Telefax: </w:t>
            </w:r>
            <w:r w:rsidR="00960894" w:rsidRPr="005204BF">
              <w:rPr>
                <w:rFonts w:ascii="Arial" w:hAnsi="Arial" w:cs="Arial"/>
                <w:sz w:val="18"/>
                <w:szCs w:val="18"/>
              </w:rPr>
              <w:t>+49 761 7896-20</w:t>
            </w:r>
          </w:p>
          <w:p w14:paraId="003DE505" w14:textId="77777777" w:rsidR="00174688" w:rsidRPr="005204BF" w:rsidRDefault="00174688" w:rsidP="004719C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5204BF">
              <w:rPr>
                <w:rFonts w:ascii="Arial" w:hAnsi="Arial" w:cs="Arial"/>
                <w:sz w:val="18"/>
                <w:szCs w:val="18"/>
              </w:rPr>
              <w:t xml:space="preserve">Hausanschrift: </w:t>
            </w:r>
            <w:proofErr w:type="spellStart"/>
            <w:r w:rsidR="00960894" w:rsidRPr="005204BF">
              <w:rPr>
                <w:rFonts w:ascii="Arial" w:hAnsi="Arial" w:cs="Arial"/>
                <w:sz w:val="18"/>
                <w:szCs w:val="18"/>
              </w:rPr>
              <w:t>Tullastraße</w:t>
            </w:r>
            <w:proofErr w:type="spellEnd"/>
            <w:r w:rsidR="00960894" w:rsidRPr="005204BF">
              <w:rPr>
                <w:rFonts w:ascii="Arial" w:hAnsi="Arial" w:cs="Arial"/>
                <w:sz w:val="18"/>
                <w:szCs w:val="18"/>
              </w:rPr>
              <w:t xml:space="preserve"> 59, 79110 Freiburg</w:t>
            </w:r>
          </w:p>
          <w:p w14:paraId="6187A63D" w14:textId="77777777" w:rsidR="00174688" w:rsidRPr="005204BF" w:rsidRDefault="00174688" w:rsidP="004719C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14:paraId="2C015F8F" w14:textId="77777777" w:rsidR="00174688" w:rsidRPr="005204BF" w:rsidRDefault="00960894" w:rsidP="004719C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5204BF">
              <w:rPr>
                <w:rFonts w:ascii="Arial" w:hAnsi="Arial" w:cs="Arial"/>
                <w:sz w:val="18"/>
                <w:szCs w:val="18"/>
              </w:rPr>
              <w:t>Geschäftsführer</w:t>
            </w:r>
            <w:r w:rsidR="006052D8" w:rsidRPr="005204BF">
              <w:rPr>
                <w:rFonts w:ascii="Arial" w:hAnsi="Arial" w:cs="Arial"/>
                <w:sz w:val="18"/>
                <w:szCs w:val="18"/>
              </w:rPr>
              <w:t xml:space="preserve"> Daniel D</w:t>
            </w:r>
            <w:r w:rsidR="00FE23C4" w:rsidRPr="005204BF">
              <w:rPr>
                <w:rFonts w:ascii="Arial" w:hAnsi="Arial" w:cs="Arial"/>
                <w:sz w:val="18"/>
                <w:szCs w:val="18"/>
              </w:rPr>
              <w:t>r</w:t>
            </w:r>
            <w:r w:rsidR="006052D8" w:rsidRPr="005204BF">
              <w:rPr>
                <w:rFonts w:ascii="Arial" w:hAnsi="Arial" w:cs="Arial"/>
                <w:sz w:val="18"/>
                <w:szCs w:val="18"/>
              </w:rPr>
              <w:t>iller</w:t>
            </w:r>
          </w:p>
          <w:p w14:paraId="4BBBBA4E" w14:textId="77777777" w:rsidR="00174688" w:rsidRPr="005204BF" w:rsidRDefault="00174688" w:rsidP="004719C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5204BF">
              <w:rPr>
                <w:rFonts w:ascii="Arial" w:hAnsi="Arial" w:cs="Arial"/>
                <w:sz w:val="18"/>
                <w:szCs w:val="18"/>
              </w:rPr>
              <w:t xml:space="preserve">Unternehmenssitz: </w:t>
            </w:r>
            <w:r w:rsidR="00960894" w:rsidRPr="005204BF">
              <w:rPr>
                <w:rFonts w:ascii="Arial" w:hAnsi="Arial" w:cs="Arial"/>
                <w:sz w:val="18"/>
                <w:szCs w:val="18"/>
              </w:rPr>
              <w:t>Freiburg</w:t>
            </w:r>
          </w:p>
          <w:p w14:paraId="7BE71581" w14:textId="77777777" w:rsidR="006052D8" w:rsidRPr="005204BF" w:rsidRDefault="006052D8" w:rsidP="004719C6">
            <w:pPr>
              <w:tabs>
                <w:tab w:val="left" w:pos="993"/>
              </w:tabs>
              <w:spacing w:line="360" w:lineRule="auto"/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de-DE"/>
              </w:rPr>
            </w:pPr>
            <w:r w:rsidRPr="005204BF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de-DE"/>
              </w:rPr>
              <w:t>HRB 698732</w:t>
            </w:r>
          </w:p>
          <w:p w14:paraId="6B30E787" w14:textId="77777777" w:rsidR="00174688" w:rsidRPr="006843D8" w:rsidRDefault="006052D8" w:rsidP="004719C6">
            <w:pPr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5204BF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de-DE"/>
              </w:rPr>
              <w:t>USt</w:t>
            </w:r>
            <w:proofErr w:type="spellEnd"/>
            <w:r w:rsidRPr="005204BF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de-DE"/>
              </w:rPr>
              <w:t>.-</w:t>
            </w:r>
            <w:proofErr w:type="spellStart"/>
            <w:r w:rsidRPr="005204BF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de-DE"/>
              </w:rPr>
              <w:t>IdNr</w:t>
            </w:r>
            <w:proofErr w:type="spellEnd"/>
            <w:r w:rsidRPr="005204BF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de-DE"/>
              </w:rPr>
              <w:t>. DE1965873</w:t>
            </w:r>
            <w:r w:rsidR="009F288A" w:rsidRPr="005204BF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de-DE"/>
              </w:rPr>
              <w:t xml:space="preserve"> </w:t>
            </w:r>
            <w:r w:rsidR="00174688" w:rsidRPr="005204BF">
              <w:rPr>
                <w:rFonts w:ascii="Arial" w:hAnsi="Arial" w:cs="Arial"/>
                <w:sz w:val="16"/>
                <w:szCs w:val="16"/>
              </w:rPr>
              <w:t>beim</w:t>
            </w:r>
            <w:r w:rsidR="00174688" w:rsidRPr="005204BF">
              <w:rPr>
                <w:rFonts w:ascii="Arial" w:hAnsi="Arial" w:cs="Arial"/>
                <w:sz w:val="18"/>
                <w:szCs w:val="18"/>
              </w:rPr>
              <w:t xml:space="preserve"> Amtsgericht </w:t>
            </w:r>
            <w:r w:rsidR="00960894" w:rsidRPr="005204BF">
              <w:rPr>
                <w:rFonts w:ascii="Arial" w:hAnsi="Arial" w:cs="Arial"/>
                <w:sz w:val="18"/>
                <w:szCs w:val="18"/>
              </w:rPr>
              <w:t>Freiburg</w:t>
            </w:r>
          </w:p>
        </w:tc>
      </w:tr>
      <w:bookmarkEnd w:id="0"/>
      <w:bookmarkEnd w:id="1"/>
    </w:tbl>
    <w:p w14:paraId="7F45EE60" w14:textId="77777777" w:rsidR="00174688" w:rsidRPr="006843D8" w:rsidRDefault="00174688" w:rsidP="00CE385C">
      <w:pPr>
        <w:rPr>
          <w:rFonts w:ascii="Arial" w:hAnsi="Arial" w:cs="Arial"/>
          <w:sz w:val="22"/>
        </w:rPr>
      </w:pPr>
    </w:p>
    <w:sectPr w:rsidR="00174688" w:rsidRPr="006843D8" w:rsidSect="006843D8">
      <w:pgSz w:w="11906" w:h="16838"/>
      <w:pgMar w:top="1417" w:right="28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688"/>
    <w:rsid w:val="000C33A5"/>
    <w:rsid w:val="001503C8"/>
    <w:rsid w:val="0016537A"/>
    <w:rsid w:val="00174688"/>
    <w:rsid w:val="0018216C"/>
    <w:rsid w:val="001A02E1"/>
    <w:rsid w:val="001A56C2"/>
    <w:rsid w:val="0039030A"/>
    <w:rsid w:val="003C5FBE"/>
    <w:rsid w:val="004311BA"/>
    <w:rsid w:val="004719C6"/>
    <w:rsid w:val="005204BF"/>
    <w:rsid w:val="005350D2"/>
    <w:rsid w:val="00596BE0"/>
    <w:rsid w:val="005C49AE"/>
    <w:rsid w:val="0060367C"/>
    <w:rsid w:val="006052D8"/>
    <w:rsid w:val="006843D8"/>
    <w:rsid w:val="007108C5"/>
    <w:rsid w:val="00780B73"/>
    <w:rsid w:val="008300ED"/>
    <w:rsid w:val="00833A17"/>
    <w:rsid w:val="008F5466"/>
    <w:rsid w:val="00955D5F"/>
    <w:rsid w:val="00960894"/>
    <w:rsid w:val="00997B25"/>
    <w:rsid w:val="009E3736"/>
    <w:rsid w:val="009F288A"/>
    <w:rsid w:val="00A845EF"/>
    <w:rsid w:val="00AA584D"/>
    <w:rsid w:val="00AE0E02"/>
    <w:rsid w:val="00B22914"/>
    <w:rsid w:val="00B32198"/>
    <w:rsid w:val="00C068C2"/>
    <w:rsid w:val="00C11C0A"/>
    <w:rsid w:val="00C55817"/>
    <w:rsid w:val="00C7521B"/>
    <w:rsid w:val="00CE385C"/>
    <w:rsid w:val="00CF3FB9"/>
    <w:rsid w:val="00D23406"/>
    <w:rsid w:val="00D60D88"/>
    <w:rsid w:val="00E02518"/>
    <w:rsid w:val="00E87065"/>
    <w:rsid w:val="00EC38A0"/>
    <w:rsid w:val="00ED0145"/>
    <w:rsid w:val="00ED7263"/>
    <w:rsid w:val="00EE3291"/>
    <w:rsid w:val="00F4171A"/>
    <w:rsid w:val="00F66DA9"/>
    <w:rsid w:val="00FC121B"/>
    <w:rsid w:val="00FE2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D8E16"/>
  <w15:docId w15:val="{66880FA6-C417-466D-ACF3-01798B2C9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7468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746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6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0593F-9E08-4E96-8532-28F2DEDA7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BE816937.dotm</Template>
  <TotalTime>0</TotalTime>
  <Pages>1</Pages>
  <Words>46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Max Hachenburg Schule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</dc:creator>
  <cp:lastModifiedBy>Wilhelm, Sophie</cp:lastModifiedBy>
  <cp:revision>10</cp:revision>
  <dcterms:created xsi:type="dcterms:W3CDTF">2020-12-16T10:50:00Z</dcterms:created>
  <dcterms:modified xsi:type="dcterms:W3CDTF">2021-05-03T09:27:00Z</dcterms:modified>
</cp:coreProperties>
</file>