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4B08B" w14:textId="77777777" w:rsidR="00585A60" w:rsidRDefault="007C4CA3" w:rsidP="002F6CBC">
      <w:pPr>
        <w:tabs>
          <w:tab w:val="left" w:pos="3969"/>
          <w:tab w:val="right" w:pos="9356"/>
        </w:tabs>
      </w:pPr>
      <w:r w:rsidRPr="007C4CA3">
        <w:rPr>
          <w:noProof/>
        </w:rPr>
        <w:drawing>
          <wp:anchor distT="0" distB="0" distL="114300" distR="114300" simplePos="0" relativeHeight="251663360" behindDoc="1" locked="0" layoutInCell="1" allowOverlap="1" wp14:anchorId="7A59F979" wp14:editId="68C48074">
            <wp:simplePos x="0" y="0"/>
            <wp:positionH relativeFrom="column">
              <wp:posOffset>1261745</wp:posOffset>
            </wp:positionH>
            <wp:positionV relativeFrom="paragraph">
              <wp:posOffset>-296545</wp:posOffset>
            </wp:positionV>
            <wp:extent cx="3373120" cy="942975"/>
            <wp:effectExtent l="0" t="0" r="0" b="9525"/>
            <wp:wrapNone/>
            <wp:docPr id="7" name="Grafik 7" descr="C:\Users\User\Documents\Prüf_2_Aufgabe\Logo_Drill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ocuments\Prüf_2_Aufgabe\Logo_Driller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312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5A60" w:rsidRPr="00296834">
        <w:tab/>
      </w:r>
      <w:r w:rsidR="00585A60" w:rsidRPr="00296834">
        <w:tab/>
      </w:r>
    </w:p>
    <w:p w14:paraId="0FF594E6" w14:textId="4ACA06E4" w:rsidR="008C6081" w:rsidRDefault="00BF470F" w:rsidP="00BF470F">
      <w:pPr>
        <w:pStyle w:val="Kopfzeile"/>
        <w:tabs>
          <w:tab w:val="clear" w:pos="4536"/>
          <w:tab w:val="clear" w:pos="9072"/>
          <w:tab w:val="left" w:pos="5895"/>
        </w:tabs>
      </w:pPr>
      <w:r>
        <w:tab/>
      </w:r>
    </w:p>
    <w:p w14:paraId="5B5DEB35" w14:textId="77777777" w:rsidR="00585A60" w:rsidRDefault="00585A60" w:rsidP="00585A60">
      <w:pPr>
        <w:pStyle w:val="Kopfzeile"/>
      </w:pPr>
    </w:p>
    <w:p w14:paraId="3D153E2D" w14:textId="77777777" w:rsidR="00585A60" w:rsidRDefault="00585A60" w:rsidP="00585A60">
      <w:pPr>
        <w:pStyle w:val="Kopfzeile"/>
      </w:pPr>
    </w:p>
    <w:p w14:paraId="72FF09BA" w14:textId="77777777" w:rsidR="00585A60" w:rsidRDefault="00585A60" w:rsidP="00585A60">
      <w:pPr>
        <w:pStyle w:val="Kopfzeile"/>
      </w:pPr>
    </w:p>
    <w:tbl>
      <w:tblPr>
        <w:tblW w:w="9682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3"/>
        <w:gridCol w:w="844"/>
        <w:gridCol w:w="1517"/>
        <w:gridCol w:w="2878"/>
      </w:tblGrid>
      <w:tr w:rsidR="00D203D7" w:rsidRPr="00696DDF" w14:paraId="30951E31" w14:textId="77777777" w:rsidTr="00356A18">
        <w:trPr>
          <w:cantSplit/>
          <w:trHeight w:val="263"/>
        </w:trPr>
        <w:tc>
          <w:tcPr>
            <w:tcW w:w="4443" w:type="dxa"/>
            <w:vMerge w:val="restart"/>
            <w:vAlign w:val="bottom"/>
          </w:tcPr>
          <w:p w14:paraId="3D252C6A" w14:textId="5540C0B9" w:rsidR="00F6603E" w:rsidRPr="00696DDF" w:rsidRDefault="00585A60" w:rsidP="00696DDF">
            <w:pPr>
              <w:spacing w:line="360" w:lineRule="auto"/>
              <w:rPr>
                <w:sz w:val="16"/>
                <w:szCs w:val="16"/>
                <w:u w:val="single"/>
              </w:rPr>
            </w:pPr>
            <w:r w:rsidRPr="00696DDF">
              <w:rPr>
                <w:noProof/>
                <w:sz w:val="16"/>
                <w:szCs w:val="16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1" layoutInCell="1" allowOverlap="1" wp14:anchorId="5580D8C0" wp14:editId="4B082C32">
                      <wp:simplePos x="0" y="0"/>
                      <wp:positionH relativeFrom="page">
                        <wp:posOffset>180340</wp:posOffset>
                      </wp:positionH>
                      <wp:positionV relativeFrom="page">
                        <wp:posOffset>7129145</wp:posOffset>
                      </wp:positionV>
                      <wp:extent cx="125730" cy="0"/>
                      <wp:effectExtent l="8890" t="13970" r="8255" b="5080"/>
                      <wp:wrapNone/>
                      <wp:docPr id="4" name="Lin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573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C3E050" id="Line 3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561.35pt" to="24.1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1IHEw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">
                      <w10:wrap anchorx="page" anchory="page"/>
                      <w10:anchorlock/>
                    </v:line>
                  </w:pict>
                </mc:Fallback>
              </mc:AlternateContent>
            </w:r>
            <w:r w:rsidR="001A38C4" w:rsidRPr="00696DDF">
              <w:rPr>
                <w:noProof/>
                <w:sz w:val="16"/>
                <w:szCs w:val="16"/>
                <w:u w:val="single"/>
              </w:rPr>
              <w:t>Driller Electronic</w:t>
            </w:r>
            <w:r w:rsidR="00BF470F" w:rsidRPr="00696DDF">
              <w:rPr>
                <w:noProof/>
                <w:sz w:val="16"/>
                <w:szCs w:val="16"/>
                <w:u w:val="single"/>
              </w:rPr>
              <w:t>s</w:t>
            </w:r>
            <w:r w:rsidR="001A38C4" w:rsidRPr="00696DDF">
              <w:rPr>
                <w:noProof/>
                <w:sz w:val="16"/>
                <w:szCs w:val="16"/>
                <w:u w:val="single"/>
              </w:rPr>
              <w:t xml:space="preserve"> GmbH, Tullastraße 54, 79110 Freiburg</w:t>
            </w:r>
          </w:p>
        </w:tc>
        <w:tc>
          <w:tcPr>
            <w:tcW w:w="844" w:type="dxa"/>
            <w:vMerge w:val="restart"/>
          </w:tcPr>
          <w:p w14:paraId="5625C47C" w14:textId="77777777" w:rsidR="00D203D7" w:rsidRPr="00696DDF" w:rsidRDefault="00D203D7" w:rsidP="00696DDF">
            <w:pPr>
              <w:spacing w:line="360" w:lineRule="auto"/>
              <w:rPr>
                <w:u w:val="single"/>
              </w:rPr>
            </w:pPr>
          </w:p>
        </w:tc>
        <w:tc>
          <w:tcPr>
            <w:tcW w:w="1517" w:type="dxa"/>
            <w:vAlign w:val="center"/>
          </w:tcPr>
          <w:p w14:paraId="01EFAB0F" w14:textId="77777777" w:rsidR="00D203D7" w:rsidRPr="00696DDF" w:rsidRDefault="00D203D7" w:rsidP="00696DDF">
            <w:pPr>
              <w:tabs>
                <w:tab w:val="left" w:pos="1249"/>
              </w:tabs>
              <w:rPr>
                <w:sz w:val="16"/>
                <w:szCs w:val="14"/>
              </w:rPr>
            </w:pPr>
            <w:r w:rsidRPr="00696DDF">
              <w:rPr>
                <w:sz w:val="16"/>
                <w:szCs w:val="14"/>
              </w:rPr>
              <w:t>Ihr Zeichen:</w:t>
            </w:r>
          </w:p>
        </w:tc>
        <w:tc>
          <w:tcPr>
            <w:tcW w:w="2878" w:type="dxa"/>
          </w:tcPr>
          <w:p w14:paraId="6282020A" w14:textId="77777777" w:rsidR="00D203D7" w:rsidRPr="00696DDF" w:rsidRDefault="00D203D7" w:rsidP="00696DDF">
            <w:pPr>
              <w:tabs>
                <w:tab w:val="left" w:pos="1249"/>
              </w:tabs>
            </w:pPr>
            <w:r w:rsidRPr="00696DDF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Pr="00696DDF">
              <w:instrText xml:space="preserve"> FORMTEXT </w:instrText>
            </w:r>
            <w:r w:rsidRPr="00696DDF">
              <w:fldChar w:fldCharType="separate"/>
            </w:r>
            <w:r w:rsidRPr="00696DDF">
              <w:rPr>
                <w:noProof/>
              </w:rPr>
              <w:t> </w:t>
            </w:r>
            <w:r w:rsidRPr="00696DDF">
              <w:rPr>
                <w:noProof/>
              </w:rPr>
              <w:t> </w:t>
            </w:r>
            <w:r w:rsidRPr="00696DDF">
              <w:rPr>
                <w:noProof/>
              </w:rPr>
              <w:t> </w:t>
            </w:r>
            <w:r w:rsidRPr="00696DDF">
              <w:rPr>
                <w:noProof/>
              </w:rPr>
              <w:t> </w:t>
            </w:r>
            <w:r w:rsidRPr="00696DDF">
              <w:rPr>
                <w:noProof/>
              </w:rPr>
              <w:t> </w:t>
            </w:r>
            <w:r w:rsidRPr="00696DDF">
              <w:fldChar w:fldCharType="end"/>
            </w:r>
            <w:bookmarkEnd w:id="0"/>
          </w:p>
        </w:tc>
      </w:tr>
      <w:tr w:rsidR="00D203D7" w:rsidRPr="003C7D32" w14:paraId="2AEB7DEE" w14:textId="77777777" w:rsidTr="00356A18">
        <w:trPr>
          <w:cantSplit/>
          <w:trHeight w:val="263"/>
        </w:trPr>
        <w:tc>
          <w:tcPr>
            <w:tcW w:w="4443" w:type="dxa"/>
            <w:vMerge/>
          </w:tcPr>
          <w:p w14:paraId="63B3FF23" w14:textId="77777777" w:rsidR="00D203D7" w:rsidRDefault="00D203D7"/>
        </w:tc>
        <w:tc>
          <w:tcPr>
            <w:tcW w:w="844" w:type="dxa"/>
            <w:vMerge/>
          </w:tcPr>
          <w:p w14:paraId="0B4FCA8B" w14:textId="77777777" w:rsidR="00D203D7" w:rsidRDefault="00D203D7"/>
        </w:tc>
        <w:tc>
          <w:tcPr>
            <w:tcW w:w="1517" w:type="dxa"/>
            <w:vAlign w:val="center"/>
          </w:tcPr>
          <w:p w14:paraId="0F19EE65" w14:textId="77777777" w:rsidR="00D203D7" w:rsidRPr="00D203D7" w:rsidRDefault="00D203D7" w:rsidP="00696DDF">
            <w:pPr>
              <w:tabs>
                <w:tab w:val="left" w:pos="1249"/>
              </w:tabs>
              <w:rPr>
                <w:sz w:val="14"/>
                <w:szCs w:val="14"/>
              </w:rPr>
            </w:pPr>
            <w:r w:rsidRPr="00510B43">
              <w:rPr>
                <w:sz w:val="16"/>
                <w:szCs w:val="14"/>
              </w:rPr>
              <w:t>Ihre Nachricht:</w:t>
            </w:r>
          </w:p>
        </w:tc>
        <w:tc>
          <w:tcPr>
            <w:tcW w:w="2878" w:type="dxa"/>
          </w:tcPr>
          <w:p w14:paraId="70DB5F7F" w14:textId="77777777" w:rsidR="00D203D7" w:rsidRPr="003C7D32" w:rsidRDefault="00D203D7" w:rsidP="00696DDF">
            <w:pPr>
              <w:tabs>
                <w:tab w:val="left" w:pos="1249"/>
              </w:tabs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203D7" w:rsidRPr="003C7D32" w14:paraId="4063F02A" w14:textId="77777777" w:rsidTr="00356A18">
        <w:trPr>
          <w:cantSplit/>
          <w:trHeight w:val="263"/>
        </w:trPr>
        <w:tc>
          <w:tcPr>
            <w:tcW w:w="4443" w:type="dxa"/>
            <w:vMerge/>
          </w:tcPr>
          <w:p w14:paraId="274AD16E" w14:textId="77777777" w:rsidR="00D203D7" w:rsidRDefault="00D203D7"/>
        </w:tc>
        <w:tc>
          <w:tcPr>
            <w:tcW w:w="844" w:type="dxa"/>
            <w:vMerge/>
          </w:tcPr>
          <w:p w14:paraId="7C5124C0" w14:textId="77777777" w:rsidR="00D203D7" w:rsidRDefault="00D203D7"/>
        </w:tc>
        <w:tc>
          <w:tcPr>
            <w:tcW w:w="1517" w:type="dxa"/>
            <w:vAlign w:val="center"/>
          </w:tcPr>
          <w:p w14:paraId="4FFBD801" w14:textId="77777777" w:rsidR="00D203D7" w:rsidRPr="00D203D7" w:rsidRDefault="00D203D7" w:rsidP="00696DDF">
            <w:pPr>
              <w:tabs>
                <w:tab w:val="left" w:pos="1249"/>
              </w:tabs>
              <w:rPr>
                <w:sz w:val="14"/>
                <w:szCs w:val="14"/>
              </w:rPr>
            </w:pPr>
            <w:r w:rsidRPr="00510B43">
              <w:rPr>
                <w:sz w:val="16"/>
                <w:szCs w:val="14"/>
              </w:rPr>
              <w:t>Unser Zeichen:</w:t>
            </w:r>
          </w:p>
        </w:tc>
        <w:tc>
          <w:tcPr>
            <w:tcW w:w="2878" w:type="dxa"/>
          </w:tcPr>
          <w:p w14:paraId="0B9A7AC1" w14:textId="77777777" w:rsidR="00D203D7" w:rsidRPr="003C7D32" w:rsidRDefault="00D203D7" w:rsidP="00696DDF">
            <w:pPr>
              <w:tabs>
                <w:tab w:val="left" w:pos="1249"/>
              </w:tabs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E5075" w:rsidRPr="003C7D32" w14:paraId="0B588A94" w14:textId="77777777" w:rsidTr="00F6603E">
        <w:trPr>
          <w:cantSplit/>
          <w:trHeight w:val="253"/>
        </w:trPr>
        <w:tc>
          <w:tcPr>
            <w:tcW w:w="4443" w:type="dxa"/>
            <w:vMerge/>
          </w:tcPr>
          <w:p w14:paraId="550161FC" w14:textId="77777777" w:rsidR="00EE5075" w:rsidRDefault="00EE5075"/>
        </w:tc>
        <w:tc>
          <w:tcPr>
            <w:tcW w:w="844" w:type="dxa"/>
            <w:vMerge/>
          </w:tcPr>
          <w:p w14:paraId="3118DB83" w14:textId="77777777" w:rsidR="00EE5075" w:rsidRDefault="00EE5075"/>
        </w:tc>
        <w:tc>
          <w:tcPr>
            <w:tcW w:w="1517" w:type="dxa"/>
            <w:vMerge w:val="restart"/>
            <w:tcMar>
              <w:top w:w="34" w:type="dxa"/>
            </w:tcMar>
          </w:tcPr>
          <w:p w14:paraId="21A9F7B3" w14:textId="77777777" w:rsidR="00EE5075" w:rsidRPr="00D203D7" w:rsidRDefault="00EE5075" w:rsidP="00696DDF">
            <w:pPr>
              <w:tabs>
                <w:tab w:val="left" w:pos="1249"/>
              </w:tabs>
              <w:rPr>
                <w:sz w:val="14"/>
                <w:szCs w:val="14"/>
              </w:rPr>
            </w:pPr>
            <w:r w:rsidRPr="00510B43">
              <w:rPr>
                <w:sz w:val="16"/>
                <w:szCs w:val="14"/>
              </w:rPr>
              <w:t>Unsere Nachricht:</w:t>
            </w:r>
          </w:p>
        </w:tc>
        <w:tc>
          <w:tcPr>
            <w:tcW w:w="2878" w:type="dxa"/>
            <w:vMerge w:val="restart"/>
            <w:tcMar>
              <w:top w:w="34" w:type="dxa"/>
            </w:tcMar>
          </w:tcPr>
          <w:p w14:paraId="10904FF8" w14:textId="77777777" w:rsidR="00EE5075" w:rsidRPr="003C7D32" w:rsidRDefault="00EE5075" w:rsidP="00696DDF">
            <w:pPr>
              <w:tabs>
                <w:tab w:val="left" w:pos="1249"/>
              </w:tabs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E5075" w:rsidRPr="003C7D32" w14:paraId="1DCC1BA8" w14:textId="77777777" w:rsidTr="00356A18">
        <w:trPr>
          <w:cantSplit/>
          <w:trHeight w:val="253"/>
        </w:trPr>
        <w:tc>
          <w:tcPr>
            <w:tcW w:w="4443" w:type="dxa"/>
            <w:vMerge w:val="restart"/>
          </w:tcPr>
          <w:p w14:paraId="5EC90D0E" w14:textId="3C63D452" w:rsidR="00EE5075" w:rsidRDefault="00696DDF" w:rsidP="0054696A">
            <w:r>
              <w:fldChar w:fldCharType="begin">
                <w:ffData>
                  <w:name w:val=""/>
                  <w:enabled/>
                  <w:calcOnExit w:val="0"/>
                  <w:textInput>
                    <w:default w:val="Empfäng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Empfänger</w:t>
            </w:r>
            <w:r>
              <w:fldChar w:fldCharType="end"/>
            </w:r>
          </w:p>
        </w:tc>
        <w:tc>
          <w:tcPr>
            <w:tcW w:w="844" w:type="dxa"/>
            <w:vMerge/>
          </w:tcPr>
          <w:p w14:paraId="6206C240" w14:textId="77777777" w:rsidR="00EE5075" w:rsidRDefault="00EE5075"/>
        </w:tc>
        <w:tc>
          <w:tcPr>
            <w:tcW w:w="1517" w:type="dxa"/>
            <w:vMerge/>
            <w:vAlign w:val="center"/>
          </w:tcPr>
          <w:p w14:paraId="38570E3B" w14:textId="77777777" w:rsidR="00EE5075" w:rsidRPr="00D203D7" w:rsidRDefault="00EE5075" w:rsidP="00696DDF">
            <w:pPr>
              <w:tabs>
                <w:tab w:val="left" w:pos="1249"/>
              </w:tabs>
              <w:rPr>
                <w:sz w:val="14"/>
                <w:szCs w:val="14"/>
              </w:rPr>
            </w:pPr>
          </w:p>
        </w:tc>
        <w:tc>
          <w:tcPr>
            <w:tcW w:w="2878" w:type="dxa"/>
            <w:vMerge/>
          </w:tcPr>
          <w:p w14:paraId="7EC9C65F" w14:textId="77777777" w:rsidR="00EE5075" w:rsidRDefault="00EE5075" w:rsidP="00696DDF">
            <w:pPr>
              <w:tabs>
                <w:tab w:val="left" w:pos="1249"/>
              </w:tabs>
            </w:pPr>
          </w:p>
        </w:tc>
      </w:tr>
      <w:tr w:rsidR="00D203D7" w:rsidRPr="003C7D32" w14:paraId="17170AF8" w14:textId="77777777" w:rsidTr="00356A18">
        <w:trPr>
          <w:cantSplit/>
          <w:trHeight w:val="263"/>
        </w:trPr>
        <w:tc>
          <w:tcPr>
            <w:tcW w:w="4443" w:type="dxa"/>
            <w:vMerge/>
          </w:tcPr>
          <w:p w14:paraId="3A4DBA4C" w14:textId="77777777" w:rsidR="00D203D7" w:rsidRDefault="00D203D7"/>
        </w:tc>
        <w:tc>
          <w:tcPr>
            <w:tcW w:w="844" w:type="dxa"/>
            <w:vMerge/>
          </w:tcPr>
          <w:p w14:paraId="52F0CD46" w14:textId="77777777" w:rsidR="00D203D7" w:rsidRDefault="00D203D7"/>
        </w:tc>
        <w:tc>
          <w:tcPr>
            <w:tcW w:w="1517" w:type="dxa"/>
            <w:vAlign w:val="center"/>
          </w:tcPr>
          <w:p w14:paraId="7AFFE432" w14:textId="77777777" w:rsidR="00D203D7" w:rsidRPr="00D203D7" w:rsidRDefault="00D203D7" w:rsidP="00696DDF">
            <w:pPr>
              <w:tabs>
                <w:tab w:val="left" w:pos="1249"/>
              </w:tabs>
              <w:rPr>
                <w:sz w:val="14"/>
                <w:szCs w:val="14"/>
              </w:rPr>
            </w:pPr>
            <w:r w:rsidRPr="00510B43">
              <w:rPr>
                <w:sz w:val="16"/>
                <w:szCs w:val="14"/>
              </w:rPr>
              <w:t>Name:</w:t>
            </w:r>
          </w:p>
        </w:tc>
        <w:tc>
          <w:tcPr>
            <w:tcW w:w="2878" w:type="dxa"/>
          </w:tcPr>
          <w:p w14:paraId="45E25656" w14:textId="77777777" w:rsidR="00D203D7" w:rsidRPr="003C7D32" w:rsidRDefault="00D203D7" w:rsidP="00696DDF">
            <w:pPr>
              <w:tabs>
                <w:tab w:val="left" w:pos="1249"/>
              </w:tabs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203D7" w:rsidRPr="003C7D32" w14:paraId="0FFB3B9D" w14:textId="77777777" w:rsidTr="00356A18">
        <w:trPr>
          <w:cantSplit/>
          <w:trHeight w:val="263"/>
        </w:trPr>
        <w:tc>
          <w:tcPr>
            <w:tcW w:w="4443" w:type="dxa"/>
            <w:vMerge/>
          </w:tcPr>
          <w:p w14:paraId="6A0C8AE2" w14:textId="77777777" w:rsidR="00D203D7" w:rsidRDefault="00D203D7"/>
        </w:tc>
        <w:tc>
          <w:tcPr>
            <w:tcW w:w="844" w:type="dxa"/>
            <w:vMerge/>
          </w:tcPr>
          <w:p w14:paraId="7E38E22E" w14:textId="77777777" w:rsidR="00D203D7" w:rsidRDefault="00D203D7"/>
        </w:tc>
        <w:tc>
          <w:tcPr>
            <w:tcW w:w="1517" w:type="dxa"/>
            <w:vAlign w:val="center"/>
          </w:tcPr>
          <w:p w14:paraId="6749F5FF" w14:textId="77777777" w:rsidR="00D203D7" w:rsidRPr="00510B43" w:rsidRDefault="00D203D7" w:rsidP="00696DDF">
            <w:pPr>
              <w:tabs>
                <w:tab w:val="left" w:pos="1249"/>
              </w:tabs>
              <w:rPr>
                <w:sz w:val="16"/>
                <w:szCs w:val="14"/>
              </w:rPr>
            </w:pPr>
            <w:r w:rsidRPr="00510B43">
              <w:rPr>
                <w:sz w:val="16"/>
                <w:szCs w:val="14"/>
              </w:rPr>
              <w:t>Telefon:</w:t>
            </w:r>
          </w:p>
        </w:tc>
        <w:tc>
          <w:tcPr>
            <w:tcW w:w="2878" w:type="dxa"/>
          </w:tcPr>
          <w:p w14:paraId="1B6F1812" w14:textId="77777777" w:rsidR="00D203D7" w:rsidRPr="002F6CBC" w:rsidRDefault="00107C33" w:rsidP="00696DDF">
            <w:pPr>
              <w:tabs>
                <w:tab w:val="left" w:pos="1249"/>
              </w:tabs>
              <w:rPr>
                <w:szCs w:val="22"/>
              </w:rPr>
            </w:pPr>
            <w:r w:rsidRPr="002F6CBC">
              <w:rPr>
                <w:color w:val="000000"/>
                <w:szCs w:val="22"/>
              </w:rPr>
              <w:t>+49 761 7896-0</w:t>
            </w:r>
          </w:p>
        </w:tc>
      </w:tr>
      <w:tr w:rsidR="00D203D7" w:rsidRPr="003C7D32" w14:paraId="3362EAC1" w14:textId="77777777" w:rsidTr="00356A18">
        <w:trPr>
          <w:cantSplit/>
          <w:trHeight w:val="263"/>
        </w:trPr>
        <w:tc>
          <w:tcPr>
            <w:tcW w:w="4443" w:type="dxa"/>
            <w:vMerge/>
          </w:tcPr>
          <w:p w14:paraId="342ABE0B" w14:textId="77777777" w:rsidR="00D203D7" w:rsidRDefault="00D203D7"/>
        </w:tc>
        <w:tc>
          <w:tcPr>
            <w:tcW w:w="844" w:type="dxa"/>
            <w:vMerge/>
          </w:tcPr>
          <w:p w14:paraId="66C974D3" w14:textId="77777777" w:rsidR="00D203D7" w:rsidRDefault="00D203D7"/>
        </w:tc>
        <w:tc>
          <w:tcPr>
            <w:tcW w:w="1517" w:type="dxa"/>
            <w:vAlign w:val="center"/>
          </w:tcPr>
          <w:p w14:paraId="5993B1C5" w14:textId="77777777" w:rsidR="00D203D7" w:rsidRPr="00510B43" w:rsidRDefault="00D203D7" w:rsidP="00696DDF">
            <w:pPr>
              <w:tabs>
                <w:tab w:val="left" w:pos="1249"/>
              </w:tabs>
              <w:rPr>
                <w:sz w:val="16"/>
                <w:szCs w:val="14"/>
              </w:rPr>
            </w:pPr>
            <w:r w:rsidRPr="00510B43">
              <w:rPr>
                <w:sz w:val="16"/>
                <w:szCs w:val="14"/>
              </w:rPr>
              <w:t>Telefax:</w:t>
            </w:r>
          </w:p>
        </w:tc>
        <w:tc>
          <w:tcPr>
            <w:tcW w:w="2878" w:type="dxa"/>
          </w:tcPr>
          <w:p w14:paraId="1217BAB8" w14:textId="77777777" w:rsidR="00D203D7" w:rsidRPr="002F6CBC" w:rsidRDefault="00107C33" w:rsidP="00696DDF">
            <w:pPr>
              <w:tabs>
                <w:tab w:val="left" w:pos="1249"/>
              </w:tabs>
              <w:rPr>
                <w:szCs w:val="22"/>
              </w:rPr>
            </w:pPr>
            <w:r w:rsidRPr="002F6CBC">
              <w:rPr>
                <w:color w:val="000000"/>
                <w:szCs w:val="22"/>
              </w:rPr>
              <w:t>+49 761 7896-</w:t>
            </w:r>
            <w:r w:rsidR="00F31424" w:rsidRPr="002F6CBC">
              <w:rPr>
                <w:color w:val="000000"/>
                <w:szCs w:val="22"/>
              </w:rPr>
              <w:t>20</w:t>
            </w:r>
          </w:p>
        </w:tc>
      </w:tr>
      <w:tr w:rsidR="00D203D7" w:rsidRPr="003C7D32" w14:paraId="610125CB" w14:textId="77777777" w:rsidTr="00356A18">
        <w:trPr>
          <w:cantSplit/>
          <w:trHeight w:val="263"/>
        </w:trPr>
        <w:tc>
          <w:tcPr>
            <w:tcW w:w="4443" w:type="dxa"/>
            <w:vMerge/>
          </w:tcPr>
          <w:p w14:paraId="74D4B3A5" w14:textId="77777777" w:rsidR="00D203D7" w:rsidRDefault="00D203D7"/>
        </w:tc>
        <w:tc>
          <w:tcPr>
            <w:tcW w:w="844" w:type="dxa"/>
            <w:vMerge/>
          </w:tcPr>
          <w:p w14:paraId="1EFCB05D" w14:textId="77777777" w:rsidR="00D203D7" w:rsidRDefault="00D203D7"/>
        </w:tc>
        <w:tc>
          <w:tcPr>
            <w:tcW w:w="1517" w:type="dxa"/>
            <w:vAlign w:val="center"/>
          </w:tcPr>
          <w:p w14:paraId="5F069728" w14:textId="77777777" w:rsidR="00D203D7" w:rsidRPr="00510B43" w:rsidRDefault="00D203D7" w:rsidP="00696DDF">
            <w:pPr>
              <w:tabs>
                <w:tab w:val="left" w:pos="1249"/>
              </w:tabs>
              <w:rPr>
                <w:sz w:val="16"/>
                <w:szCs w:val="14"/>
              </w:rPr>
            </w:pPr>
            <w:r w:rsidRPr="00510B43">
              <w:rPr>
                <w:sz w:val="16"/>
                <w:szCs w:val="14"/>
              </w:rPr>
              <w:t>E-Mail:</w:t>
            </w:r>
          </w:p>
        </w:tc>
        <w:tc>
          <w:tcPr>
            <w:tcW w:w="2878" w:type="dxa"/>
          </w:tcPr>
          <w:p w14:paraId="1AE1BC4A" w14:textId="2BB2C790" w:rsidR="00D203D7" w:rsidRPr="003C7D32" w:rsidRDefault="006549B3" w:rsidP="00696DDF">
            <w:pPr>
              <w:tabs>
                <w:tab w:val="left" w:pos="1249"/>
              </w:tabs>
            </w:pPr>
            <w:r>
              <w:t>keck</w:t>
            </w:r>
            <w:r w:rsidR="00EE5075" w:rsidRPr="00EE5075">
              <w:t>@</w:t>
            </w:r>
            <w:r>
              <w:t>driller-</w:t>
            </w:r>
            <w:r w:rsidR="00BF470F">
              <w:t>electronics</w:t>
            </w:r>
            <w:r>
              <w:t>.de</w:t>
            </w:r>
          </w:p>
        </w:tc>
      </w:tr>
      <w:tr w:rsidR="00D203D7" w:rsidRPr="003C7D32" w14:paraId="489B0EFA" w14:textId="77777777" w:rsidTr="00356A18">
        <w:trPr>
          <w:cantSplit/>
          <w:trHeight w:val="263"/>
        </w:trPr>
        <w:tc>
          <w:tcPr>
            <w:tcW w:w="4443" w:type="dxa"/>
            <w:vMerge/>
          </w:tcPr>
          <w:p w14:paraId="0413BE75" w14:textId="77777777" w:rsidR="00D203D7" w:rsidRDefault="00D203D7"/>
        </w:tc>
        <w:tc>
          <w:tcPr>
            <w:tcW w:w="844" w:type="dxa"/>
            <w:vMerge/>
          </w:tcPr>
          <w:p w14:paraId="047E3C97" w14:textId="77777777" w:rsidR="00D203D7" w:rsidRDefault="00D203D7"/>
        </w:tc>
        <w:tc>
          <w:tcPr>
            <w:tcW w:w="1517" w:type="dxa"/>
            <w:vAlign w:val="center"/>
          </w:tcPr>
          <w:p w14:paraId="79E7152A" w14:textId="77777777" w:rsidR="00D203D7" w:rsidRPr="00510B43" w:rsidRDefault="00D203D7" w:rsidP="00696DDF">
            <w:pPr>
              <w:tabs>
                <w:tab w:val="left" w:pos="1249"/>
              </w:tabs>
              <w:rPr>
                <w:sz w:val="16"/>
                <w:szCs w:val="14"/>
              </w:rPr>
            </w:pPr>
            <w:r w:rsidRPr="00510B43">
              <w:rPr>
                <w:sz w:val="16"/>
                <w:szCs w:val="14"/>
              </w:rPr>
              <w:t>Homepage:</w:t>
            </w:r>
          </w:p>
        </w:tc>
        <w:tc>
          <w:tcPr>
            <w:tcW w:w="2878" w:type="dxa"/>
          </w:tcPr>
          <w:p w14:paraId="3123E1D2" w14:textId="049EA586" w:rsidR="00D203D7" w:rsidRPr="003C7D32" w:rsidRDefault="00A87534" w:rsidP="00696DDF">
            <w:pPr>
              <w:tabs>
                <w:tab w:val="left" w:pos="1249"/>
              </w:tabs>
            </w:pPr>
            <w:r w:rsidRPr="00A87534">
              <w:t>www.</w:t>
            </w:r>
            <w:r w:rsidR="006549B3">
              <w:t>driller-electronic</w:t>
            </w:r>
            <w:r w:rsidR="00BF470F">
              <w:t>s</w:t>
            </w:r>
            <w:r w:rsidR="006549B3">
              <w:t>.de</w:t>
            </w:r>
          </w:p>
        </w:tc>
      </w:tr>
      <w:tr w:rsidR="00D203D7" w:rsidRPr="003C7D32" w14:paraId="7AED16A1" w14:textId="77777777" w:rsidTr="00356A18">
        <w:trPr>
          <w:cantSplit/>
          <w:trHeight w:val="263"/>
        </w:trPr>
        <w:tc>
          <w:tcPr>
            <w:tcW w:w="4443" w:type="dxa"/>
            <w:vMerge/>
          </w:tcPr>
          <w:p w14:paraId="7F9A76EA" w14:textId="77777777" w:rsidR="00D203D7" w:rsidRDefault="00D203D7"/>
        </w:tc>
        <w:tc>
          <w:tcPr>
            <w:tcW w:w="844" w:type="dxa"/>
            <w:vMerge/>
          </w:tcPr>
          <w:p w14:paraId="63D0F700" w14:textId="77777777" w:rsidR="00D203D7" w:rsidRDefault="00D203D7"/>
        </w:tc>
        <w:tc>
          <w:tcPr>
            <w:tcW w:w="1517" w:type="dxa"/>
            <w:vAlign w:val="center"/>
          </w:tcPr>
          <w:p w14:paraId="3321A359" w14:textId="77777777" w:rsidR="007C382D" w:rsidRDefault="007C382D" w:rsidP="00696DDF">
            <w:pPr>
              <w:tabs>
                <w:tab w:val="left" w:pos="1249"/>
              </w:tabs>
              <w:rPr>
                <w:sz w:val="16"/>
                <w:szCs w:val="14"/>
              </w:rPr>
            </w:pPr>
          </w:p>
          <w:p w14:paraId="62A0AEEA" w14:textId="28B14144" w:rsidR="00D203D7" w:rsidRPr="00510B43" w:rsidRDefault="00D203D7" w:rsidP="00696DDF">
            <w:pPr>
              <w:tabs>
                <w:tab w:val="left" w:pos="1249"/>
              </w:tabs>
              <w:rPr>
                <w:sz w:val="16"/>
                <w:szCs w:val="14"/>
              </w:rPr>
            </w:pPr>
            <w:r w:rsidRPr="00510B43">
              <w:rPr>
                <w:sz w:val="16"/>
                <w:szCs w:val="14"/>
              </w:rPr>
              <w:t>Datum:</w:t>
            </w:r>
          </w:p>
        </w:tc>
        <w:tc>
          <w:tcPr>
            <w:tcW w:w="2878" w:type="dxa"/>
          </w:tcPr>
          <w:p w14:paraId="6DF9CA48" w14:textId="77777777" w:rsidR="007C382D" w:rsidRPr="00590CDC" w:rsidRDefault="007C382D" w:rsidP="00696DDF">
            <w:pPr>
              <w:tabs>
                <w:tab w:val="left" w:pos="1249"/>
              </w:tabs>
            </w:pPr>
          </w:p>
          <w:p w14:paraId="496320C6" w14:textId="375108C2" w:rsidR="00D203D7" w:rsidRPr="00590CDC" w:rsidRDefault="00590CDC" w:rsidP="00696DDF">
            <w:pPr>
              <w:tabs>
                <w:tab w:val="left" w:pos="1249"/>
              </w:tabs>
            </w:pPr>
            <w:r w:rsidRPr="00590CDC">
              <w:fldChar w:fldCharType="begin"/>
            </w:r>
            <w:r w:rsidRPr="00590CDC">
              <w:instrText xml:space="preserve"> TIME  \@ "yyyy-MM-dd" </w:instrText>
            </w:r>
            <w:r w:rsidRPr="00590CDC">
              <w:fldChar w:fldCharType="separate"/>
            </w:r>
            <w:r w:rsidR="00696DDF">
              <w:rPr>
                <w:noProof/>
              </w:rPr>
              <w:t>2021-05-03</w:t>
            </w:r>
            <w:r w:rsidRPr="00590CDC">
              <w:fldChar w:fldCharType="end"/>
            </w:r>
          </w:p>
        </w:tc>
      </w:tr>
    </w:tbl>
    <w:p w14:paraId="7A63C8F7" w14:textId="62F34B66" w:rsidR="001C72B7" w:rsidRDefault="001C72B7"/>
    <w:p w14:paraId="2AA06EB5" w14:textId="77777777" w:rsidR="001C72B7" w:rsidRPr="003C7D32" w:rsidRDefault="001C72B7">
      <w:pPr>
        <w:sectPr w:rsidR="001C72B7" w:rsidRPr="003C7D32" w:rsidSect="00585A6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709" w:right="1134" w:bottom="1418" w:left="1418" w:header="709" w:footer="429" w:gutter="0"/>
          <w:cols w:space="708"/>
          <w:docGrid w:linePitch="360"/>
        </w:sectPr>
      </w:pPr>
    </w:p>
    <w:p w14:paraId="45789790" w14:textId="77777777" w:rsidR="00D278A1" w:rsidRDefault="00D278A1"/>
    <w:p w14:paraId="5A3A15DF" w14:textId="0165EB40" w:rsidR="007C382D" w:rsidRDefault="007C382D" w:rsidP="0069630E"/>
    <w:p w14:paraId="10E1A2ED" w14:textId="32EB804D" w:rsidR="007C382D" w:rsidRPr="00696DDF" w:rsidRDefault="00696DDF" w:rsidP="0069630E">
      <w:pPr>
        <w:rPr>
          <w:b/>
          <w:bCs/>
        </w:rPr>
      </w:pPr>
      <w:r w:rsidRPr="00696DDF">
        <w:rPr>
          <w:b/>
          <w:bCs/>
        </w:rPr>
        <w:fldChar w:fldCharType="begin">
          <w:ffData>
            <w:name w:val=""/>
            <w:enabled/>
            <w:calcOnExit w:val="0"/>
            <w:textInput>
              <w:default w:val="Betreff"/>
            </w:textInput>
          </w:ffData>
        </w:fldChar>
      </w:r>
      <w:r w:rsidRPr="00696DDF">
        <w:rPr>
          <w:b/>
          <w:bCs/>
        </w:rPr>
        <w:instrText xml:space="preserve"> FORMTEXT </w:instrText>
      </w:r>
      <w:r w:rsidRPr="00696DDF">
        <w:rPr>
          <w:b/>
          <w:bCs/>
        </w:rPr>
      </w:r>
      <w:r w:rsidRPr="00696DDF">
        <w:rPr>
          <w:b/>
          <w:bCs/>
        </w:rPr>
        <w:fldChar w:fldCharType="separate"/>
      </w:r>
      <w:r w:rsidRPr="00696DDF">
        <w:rPr>
          <w:b/>
          <w:bCs/>
          <w:noProof/>
        </w:rPr>
        <w:t>Betreff</w:t>
      </w:r>
      <w:r w:rsidRPr="00696DDF">
        <w:rPr>
          <w:b/>
          <w:bCs/>
        </w:rPr>
        <w:fldChar w:fldCharType="end"/>
      </w:r>
    </w:p>
    <w:p w14:paraId="65F918D2" w14:textId="203A276D" w:rsidR="00696DDF" w:rsidRDefault="00696DDF" w:rsidP="0069630E"/>
    <w:p w14:paraId="72075317" w14:textId="1E0B9909" w:rsidR="00696DDF" w:rsidRDefault="00696DDF" w:rsidP="0069630E"/>
    <w:p w14:paraId="3DFAB587" w14:textId="6390E51C" w:rsidR="00696DDF" w:rsidRDefault="00696DDF" w:rsidP="0069630E">
      <w:r>
        <w:fldChar w:fldCharType="begin">
          <w:ffData>
            <w:name w:val=""/>
            <w:enabled/>
            <w:calcOnExit w:val="0"/>
            <w:textInput>
              <w:default w:val="Anrede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Anrede</w:t>
      </w:r>
      <w:r>
        <w:fldChar w:fldCharType="end"/>
      </w:r>
      <w:r>
        <w:t>,</w:t>
      </w:r>
    </w:p>
    <w:p w14:paraId="66444E0B" w14:textId="6572F621" w:rsidR="00696DDF" w:rsidRDefault="00696DDF" w:rsidP="0069630E"/>
    <w:p w14:paraId="06592CAE" w14:textId="6C4ECD13" w:rsidR="00696DDF" w:rsidRPr="00D203D7" w:rsidRDefault="00696DDF" w:rsidP="0069630E">
      <w:r>
        <w:fldChar w:fldCharType="begin">
          <w:ffData>
            <w:name w:val=""/>
            <w:enabled/>
            <w:calcOnExit w:val="0"/>
            <w:textInput>
              <w:default w:val="Brieftext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Brieftext</w:t>
      </w:r>
      <w:r>
        <w:fldChar w:fldCharType="end"/>
      </w:r>
    </w:p>
    <w:sectPr w:rsidR="00696DDF" w:rsidRPr="00D203D7" w:rsidSect="00D203D7">
      <w:type w:val="continuous"/>
      <w:pgSz w:w="11906" w:h="16838"/>
      <w:pgMar w:top="2552" w:right="1134" w:bottom="1418" w:left="1366" w:header="709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30148" w14:textId="77777777" w:rsidR="000C7EFD" w:rsidRDefault="000C7EFD">
      <w:r>
        <w:separator/>
      </w:r>
    </w:p>
  </w:endnote>
  <w:endnote w:type="continuationSeparator" w:id="0">
    <w:p w14:paraId="0066A1B8" w14:textId="77777777" w:rsidR="000C7EFD" w:rsidRDefault="000C7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3F705" w14:textId="77777777" w:rsidR="00F31424" w:rsidRDefault="00F3142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92" w:type="dxa"/>
      <w:tblInd w:w="-550" w:type="dxa"/>
      <w:tblLayout w:type="fixed"/>
      <w:tblCellMar>
        <w:top w:w="28" w:type="dxa"/>
        <w:bottom w:w="28" w:type="dxa"/>
      </w:tblCellMar>
      <w:tblLook w:val="0400" w:firstRow="0" w:lastRow="0" w:firstColumn="0" w:lastColumn="0" w:noHBand="0" w:noVBand="1"/>
    </w:tblPr>
    <w:tblGrid>
      <w:gridCol w:w="2251"/>
      <w:gridCol w:w="3119"/>
      <w:gridCol w:w="2693"/>
      <w:gridCol w:w="2129"/>
    </w:tblGrid>
    <w:tr w:rsidR="00107C33" w14:paraId="6F98BBBD" w14:textId="77777777" w:rsidTr="00BF470F">
      <w:trPr>
        <w:trHeight w:val="1120"/>
      </w:trPr>
      <w:tc>
        <w:tcPr>
          <w:tcW w:w="2251" w:type="dxa"/>
        </w:tcPr>
        <w:p w14:paraId="25963A0E" w14:textId="6E4F32E5" w:rsidR="00107C33" w:rsidRDefault="00107C33" w:rsidP="00107C33">
          <w:pPr>
            <w:tabs>
              <w:tab w:val="left" w:pos="993"/>
            </w:tabs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t>Driller Electronic</w:t>
          </w:r>
          <w:r w:rsidR="00BF470F">
            <w:rPr>
              <w:color w:val="000000"/>
              <w:sz w:val="18"/>
              <w:szCs w:val="18"/>
            </w:rPr>
            <w:t>s</w:t>
          </w:r>
          <w:r>
            <w:rPr>
              <w:color w:val="000000"/>
              <w:sz w:val="18"/>
              <w:szCs w:val="18"/>
            </w:rPr>
            <w:t xml:space="preserve"> GmbH</w:t>
          </w:r>
        </w:p>
        <w:p w14:paraId="0F3E0394" w14:textId="77777777" w:rsidR="00107C33" w:rsidRDefault="00107C33" w:rsidP="00107C33">
          <w:pPr>
            <w:tabs>
              <w:tab w:val="left" w:pos="993"/>
            </w:tabs>
            <w:rPr>
              <w:color w:val="000000"/>
              <w:sz w:val="18"/>
              <w:szCs w:val="18"/>
            </w:rPr>
          </w:pPr>
          <w:proofErr w:type="spellStart"/>
          <w:r>
            <w:rPr>
              <w:color w:val="000000"/>
              <w:sz w:val="18"/>
              <w:szCs w:val="18"/>
            </w:rPr>
            <w:t>Tullastraße</w:t>
          </w:r>
          <w:proofErr w:type="spellEnd"/>
          <w:r>
            <w:rPr>
              <w:color w:val="000000"/>
              <w:sz w:val="18"/>
              <w:szCs w:val="18"/>
            </w:rPr>
            <w:t xml:space="preserve"> 54</w:t>
          </w:r>
        </w:p>
        <w:p w14:paraId="591C0C19" w14:textId="77777777" w:rsidR="00107C33" w:rsidRDefault="00107C33" w:rsidP="00107C33">
          <w:pPr>
            <w:tabs>
              <w:tab w:val="left" w:pos="993"/>
            </w:tabs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t>79110 Freiburg</w:t>
          </w:r>
        </w:p>
        <w:p w14:paraId="2408F1ED" w14:textId="77777777" w:rsidR="00107C33" w:rsidRDefault="00107C33" w:rsidP="00107C33">
          <w:pPr>
            <w:tabs>
              <w:tab w:val="left" w:pos="993"/>
            </w:tabs>
            <w:rPr>
              <w:color w:val="000000"/>
              <w:sz w:val="18"/>
              <w:szCs w:val="18"/>
            </w:rPr>
          </w:pPr>
        </w:p>
      </w:tc>
      <w:tc>
        <w:tcPr>
          <w:tcW w:w="3119" w:type="dxa"/>
          <w:hideMark/>
        </w:tcPr>
        <w:p w14:paraId="0635D895" w14:textId="77777777" w:rsidR="00107C33" w:rsidRDefault="00107C33" w:rsidP="00107C33">
          <w:pPr>
            <w:tabs>
              <w:tab w:val="left" w:pos="993"/>
            </w:tabs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t>Tel.: +49 761 7896-0</w:t>
          </w:r>
        </w:p>
        <w:p w14:paraId="5AC28A8B" w14:textId="77777777" w:rsidR="00107C33" w:rsidRDefault="00107C33" w:rsidP="00107C33">
          <w:pPr>
            <w:tabs>
              <w:tab w:val="left" w:pos="993"/>
            </w:tabs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t>Fax: +49 761 7896-70</w:t>
          </w:r>
        </w:p>
        <w:p w14:paraId="7449DC19" w14:textId="58974A63" w:rsidR="00107C33" w:rsidRDefault="00107C33" w:rsidP="00107C33">
          <w:pPr>
            <w:tabs>
              <w:tab w:val="left" w:pos="1840"/>
            </w:tabs>
            <w:spacing w:line="220" w:lineRule="exact"/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t>E-Mail: info</w:t>
          </w:r>
          <w:r>
            <w:rPr>
              <w:sz w:val="18"/>
              <w:szCs w:val="18"/>
            </w:rPr>
            <w:t>@driller-</w:t>
          </w:r>
          <w:r w:rsidR="00BF470F">
            <w:rPr>
              <w:sz w:val="18"/>
              <w:szCs w:val="18"/>
            </w:rPr>
            <w:t>electronics</w:t>
          </w:r>
          <w:r>
            <w:rPr>
              <w:sz w:val="18"/>
              <w:szCs w:val="18"/>
            </w:rPr>
            <w:t>.de</w:t>
          </w:r>
        </w:p>
        <w:p w14:paraId="508D909C" w14:textId="77777777" w:rsidR="00107C33" w:rsidRDefault="00107C33" w:rsidP="00107C33">
          <w:pPr>
            <w:tabs>
              <w:tab w:val="center" w:pos="4536"/>
              <w:tab w:val="right" w:pos="9072"/>
            </w:tabs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t xml:space="preserve">Web: </w:t>
          </w:r>
          <w:r>
            <w:rPr>
              <w:rFonts w:cs="Arial"/>
              <w:sz w:val="18"/>
              <w:szCs w:val="18"/>
            </w:rPr>
            <w:t>www.driller-electronics.de</w:t>
          </w:r>
        </w:p>
      </w:tc>
      <w:tc>
        <w:tcPr>
          <w:tcW w:w="2693" w:type="dxa"/>
          <w:hideMark/>
        </w:tcPr>
        <w:p w14:paraId="61F18F4E" w14:textId="77777777" w:rsidR="00107C33" w:rsidRDefault="00107C33" w:rsidP="00107C33">
          <w:pPr>
            <w:tabs>
              <w:tab w:val="left" w:pos="993"/>
            </w:tabs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t>Geschäftsführer:</w:t>
          </w:r>
        </w:p>
        <w:p w14:paraId="0B138CFD" w14:textId="77777777" w:rsidR="00107C33" w:rsidRDefault="00107C33" w:rsidP="00107C33">
          <w:pPr>
            <w:tabs>
              <w:tab w:val="left" w:pos="993"/>
            </w:tabs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t>Daniel Driller</w:t>
          </w:r>
        </w:p>
        <w:p w14:paraId="08147DBC" w14:textId="77777777" w:rsidR="00107C33" w:rsidRDefault="00107C33" w:rsidP="00107C33">
          <w:pPr>
            <w:tabs>
              <w:tab w:val="left" w:pos="993"/>
            </w:tabs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t>Postbank Freiburg</w:t>
          </w:r>
        </w:p>
        <w:p w14:paraId="15285524" w14:textId="77777777" w:rsidR="00107C33" w:rsidRDefault="00107C33" w:rsidP="00107C33">
          <w:pPr>
            <w:tabs>
              <w:tab w:val="left" w:pos="993"/>
            </w:tabs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t xml:space="preserve">IBAN: </w:t>
          </w:r>
          <w:r>
            <w:rPr>
              <w:sz w:val="18"/>
              <w:szCs w:val="18"/>
            </w:rPr>
            <w:t>DE19 8601 004 399 99</w:t>
          </w:r>
        </w:p>
        <w:p w14:paraId="4756F043" w14:textId="77777777" w:rsidR="00107C33" w:rsidRDefault="00107C33" w:rsidP="00107C33">
          <w:pPr>
            <w:tabs>
              <w:tab w:val="left" w:pos="993"/>
            </w:tabs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t xml:space="preserve">BIC: </w:t>
          </w:r>
          <w:r>
            <w:rPr>
              <w:sz w:val="18"/>
              <w:szCs w:val="18"/>
            </w:rPr>
            <w:t>PBNKDEFF</w:t>
          </w:r>
        </w:p>
      </w:tc>
      <w:tc>
        <w:tcPr>
          <w:tcW w:w="2129" w:type="dxa"/>
          <w:hideMark/>
        </w:tcPr>
        <w:p w14:paraId="6D4C1E4B" w14:textId="77777777" w:rsidR="00107C33" w:rsidRDefault="00107C33" w:rsidP="00107C33">
          <w:pPr>
            <w:tabs>
              <w:tab w:val="left" w:pos="993"/>
            </w:tabs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t>Amtsgericht Freiburg</w:t>
          </w:r>
        </w:p>
        <w:p w14:paraId="1C3308ED" w14:textId="77777777" w:rsidR="00107C33" w:rsidRDefault="00107C33" w:rsidP="00107C33">
          <w:pPr>
            <w:tabs>
              <w:tab w:val="left" w:pos="993"/>
            </w:tabs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t>HRB 698732</w:t>
          </w:r>
        </w:p>
        <w:p w14:paraId="6CEA324E" w14:textId="77777777" w:rsidR="00107C33" w:rsidRDefault="00107C33" w:rsidP="00107C33">
          <w:pPr>
            <w:tabs>
              <w:tab w:val="left" w:pos="993"/>
            </w:tabs>
            <w:rPr>
              <w:b/>
              <w:color w:val="000000"/>
              <w:sz w:val="18"/>
              <w:szCs w:val="18"/>
            </w:rPr>
          </w:pPr>
          <w:proofErr w:type="spellStart"/>
          <w:r>
            <w:rPr>
              <w:color w:val="000000"/>
              <w:sz w:val="18"/>
              <w:szCs w:val="18"/>
            </w:rPr>
            <w:t>USt</w:t>
          </w:r>
          <w:proofErr w:type="spellEnd"/>
          <w:r>
            <w:rPr>
              <w:color w:val="000000"/>
              <w:sz w:val="18"/>
              <w:szCs w:val="18"/>
            </w:rPr>
            <w:t>.-</w:t>
          </w:r>
          <w:proofErr w:type="spellStart"/>
          <w:r>
            <w:rPr>
              <w:color w:val="000000"/>
              <w:sz w:val="18"/>
              <w:szCs w:val="18"/>
            </w:rPr>
            <w:t>IdNr</w:t>
          </w:r>
          <w:proofErr w:type="spellEnd"/>
          <w:r>
            <w:rPr>
              <w:color w:val="000000"/>
              <w:sz w:val="18"/>
              <w:szCs w:val="18"/>
            </w:rPr>
            <w:t>. DE1965873</w:t>
          </w:r>
        </w:p>
      </w:tc>
    </w:tr>
  </w:tbl>
  <w:p w14:paraId="516746F5" w14:textId="77777777" w:rsidR="00585A60" w:rsidRPr="00107C33" w:rsidRDefault="00585A60" w:rsidP="00107C3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69B6C" w14:textId="77777777" w:rsidR="00F31424" w:rsidRDefault="00F3142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DEA02" w14:textId="77777777" w:rsidR="000C7EFD" w:rsidRDefault="000C7EFD">
      <w:r>
        <w:separator/>
      </w:r>
    </w:p>
  </w:footnote>
  <w:footnote w:type="continuationSeparator" w:id="0">
    <w:p w14:paraId="33B0BA4D" w14:textId="77777777" w:rsidR="000C7EFD" w:rsidRDefault="000C7E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C16A9" w14:textId="77777777" w:rsidR="00585A60" w:rsidRDefault="000C7EFD">
    <w:pPr>
      <w:pStyle w:val="Kopfzeile"/>
    </w:pPr>
    <w:r>
      <w:rPr>
        <w:noProof/>
      </w:rPr>
      <w:pict w14:anchorId="17FEA4B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85" type="#_x0000_t136" style="position:absolute;margin-left:0;margin-top:0;width:574.65pt;height:88.4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inklers Verla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B6C66" w14:textId="77777777" w:rsidR="00F31424" w:rsidRDefault="00F3142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16CD4" w14:textId="77777777" w:rsidR="00585A60" w:rsidRDefault="000C7EFD">
    <w:pPr>
      <w:pStyle w:val="Kopfzeile"/>
    </w:pPr>
    <w:r>
      <w:rPr>
        <w:noProof/>
      </w:rPr>
      <w:pict w14:anchorId="1F01A5D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84" type="#_x0000_t136" style="position:absolute;margin-left:0;margin-top:0;width:574.65pt;height:88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inklers Verlag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hdrShapeDefaults>
    <o:shapedefaults v:ext="edit" spidmax="20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081"/>
    <w:rsid w:val="00025EEB"/>
    <w:rsid w:val="000703B0"/>
    <w:rsid w:val="000B6B04"/>
    <w:rsid w:val="000C7EFD"/>
    <w:rsid w:val="000D6D97"/>
    <w:rsid w:val="00107C33"/>
    <w:rsid w:val="00107FE3"/>
    <w:rsid w:val="00113435"/>
    <w:rsid w:val="00117526"/>
    <w:rsid w:val="00124F72"/>
    <w:rsid w:val="00191E41"/>
    <w:rsid w:val="001A38C4"/>
    <w:rsid w:val="001C2881"/>
    <w:rsid w:val="001C72B7"/>
    <w:rsid w:val="001F5F63"/>
    <w:rsid w:val="002A1A59"/>
    <w:rsid w:val="002D14B8"/>
    <w:rsid w:val="002D345E"/>
    <w:rsid w:val="002F3FA6"/>
    <w:rsid w:val="002F6CBC"/>
    <w:rsid w:val="002F7053"/>
    <w:rsid w:val="00323C61"/>
    <w:rsid w:val="0033395C"/>
    <w:rsid w:val="00356A18"/>
    <w:rsid w:val="00385DE0"/>
    <w:rsid w:val="003A0F68"/>
    <w:rsid w:val="003C7D32"/>
    <w:rsid w:val="00444535"/>
    <w:rsid w:val="004800D9"/>
    <w:rsid w:val="00494AEF"/>
    <w:rsid w:val="00510B43"/>
    <w:rsid w:val="005220A2"/>
    <w:rsid w:val="00526639"/>
    <w:rsid w:val="0054696A"/>
    <w:rsid w:val="00556FD9"/>
    <w:rsid w:val="00561170"/>
    <w:rsid w:val="005833B6"/>
    <w:rsid w:val="00585A60"/>
    <w:rsid w:val="00590CDC"/>
    <w:rsid w:val="005E3C3C"/>
    <w:rsid w:val="006549B3"/>
    <w:rsid w:val="00657C4E"/>
    <w:rsid w:val="0069630E"/>
    <w:rsid w:val="00696DDF"/>
    <w:rsid w:val="006F695C"/>
    <w:rsid w:val="00710C1D"/>
    <w:rsid w:val="00716E26"/>
    <w:rsid w:val="00772D31"/>
    <w:rsid w:val="007C382D"/>
    <w:rsid w:val="007C4CA3"/>
    <w:rsid w:val="00801D2A"/>
    <w:rsid w:val="00807B4B"/>
    <w:rsid w:val="008436DA"/>
    <w:rsid w:val="008937A4"/>
    <w:rsid w:val="008A2C5C"/>
    <w:rsid w:val="008C6081"/>
    <w:rsid w:val="008F1EDF"/>
    <w:rsid w:val="00970315"/>
    <w:rsid w:val="00985421"/>
    <w:rsid w:val="009C648B"/>
    <w:rsid w:val="00A012DD"/>
    <w:rsid w:val="00A64562"/>
    <w:rsid w:val="00A86DA7"/>
    <w:rsid w:val="00A87534"/>
    <w:rsid w:val="00AB2CC5"/>
    <w:rsid w:val="00AB3BB5"/>
    <w:rsid w:val="00AC3B6C"/>
    <w:rsid w:val="00B01EAF"/>
    <w:rsid w:val="00B411A4"/>
    <w:rsid w:val="00B83EB8"/>
    <w:rsid w:val="00BD288E"/>
    <w:rsid w:val="00BF470F"/>
    <w:rsid w:val="00C82B3A"/>
    <w:rsid w:val="00CC0C3F"/>
    <w:rsid w:val="00CC1E63"/>
    <w:rsid w:val="00CE73E9"/>
    <w:rsid w:val="00D06652"/>
    <w:rsid w:val="00D148EB"/>
    <w:rsid w:val="00D203D7"/>
    <w:rsid w:val="00D278A1"/>
    <w:rsid w:val="00D27934"/>
    <w:rsid w:val="00D45468"/>
    <w:rsid w:val="00D64DF3"/>
    <w:rsid w:val="00E21DF1"/>
    <w:rsid w:val="00ED67CA"/>
    <w:rsid w:val="00EE5075"/>
    <w:rsid w:val="00F0456E"/>
    <w:rsid w:val="00F31424"/>
    <w:rsid w:val="00F6603E"/>
    <w:rsid w:val="00F8078B"/>
    <w:rsid w:val="00FA6D59"/>
    <w:rsid w:val="00FC2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6"/>
    <o:shapelayout v:ext="edit">
      <o:idmap v:ext="edit" data="1"/>
    </o:shapelayout>
  </w:shapeDefaults>
  <w:decimalSymbol w:val=","/>
  <w:listSeparator w:val=","/>
  <w14:docId w14:val="011BF5CC"/>
  <w15:docId w15:val="{0EC7AF5B-2957-4E03-8964-BECC0019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14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EE507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E5075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585A6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Briefvorlage%20neu%20B&#252;roplus%20(1)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Briefvorlage neu Büroplus (1)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Kaufmännische Schule Irgendwo w Heisinger Weg 43 w 71522 Irgendwo</vt:lpstr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Kaufmännische Schule Irgendwo w Heisinger Weg 43 w 71522 Irgendwo</dc:title>
  <dc:creator>User</dc:creator>
  <cp:lastModifiedBy>Sophie Wilhelm</cp:lastModifiedBy>
  <cp:revision>2</cp:revision>
  <cp:lastPrinted>2020-11-24T11:20:00Z</cp:lastPrinted>
  <dcterms:created xsi:type="dcterms:W3CDTF">2021-05-03T18:05:00Z</dcterms:created>
  <dcterms:modified xsi:type="dcterms:W3CDTF">2021-05-03T18:05:00Z</dcterms:modified>
</cp:coreProperties>
</file>