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90"/>
        <w:gridCol w:w="7764"/>
      </w:tblGrid>
      <w:tr w:rsidR="00FF0146" w:rsidRPr="009345F4" w14:paraId="6A78ADA0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78D2D705" w14:textId="6968372E" w:rsidR="00FF0146" w:rsidRPr="002A10A1" w:rsidRDefault="00081CFE" w:rsidP="00B66BFB">
            <w:pPr>
              <w:spacing w:line="360" w:lineRule="auto"/>
              <w:rPr>
                <w:rFonts w:cs="Arial"/>
                <w:b/>
                <w:sz w:val="22"/>
                <w:szCs w:val="24"/>
              </w:rPr>
            </w:pPr>
            <w:r w:rsidRPr="00081CFE">
              <w:rPr>
                <w:rFonts w:cs="Arial"/>
                <w:b/>
                <w:sz w:val="22"/>
                <w:szCs w:val="24"/>
                <w:highlight w:val="lightGray"/>
              </w:rPr>
              <w:t>Von ...</w:t>
            </w:r>
          </w:p>
        </w:tc>
        <w:tc>
          <w:tcPr>
            <w:tcW w:w="7970" w:type="dxa"/>
            <w:vAlign w:val="center"/>
          </w:tcPr>
          <w:p w14:paraId="4B8FE608" w14:textId="65D505D3" w:rsidR="00FF0146" w:rsidRPr="00DE16AF" w:rsidRDefault="00C46B5C" w:rsidP="00B66BFB">
            <w:pPr>
              <w:spacing w:line="360" w:lineRule="auto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&lt;</w:t>
            </w:r>
            <w:r w:rsidRPr="00DE16AF">
              <w:rPr>
                <w:rFonts w:cs="Arial"/>
                <w:sz w:val="22"/>
                <w:szCs w:val="24"/>
              </w:rPr>
              <w:t>P</w:t>
            </w:r>
            <w:r w:rsidR="00DE16AF" w:rsidRPr="00DE16AF">
              <w:rPr>
                <w:rFonts w:cs="Arial"/>
                <w:sz w:val="22"/>
                <w:szCs w:val="24"/>
              </w:rPr>
              <w:t>rüfling</w:t>
            </w:r>
            <w:r>
              <w:rPr>
                <w:rFonts w:cs="Arial"/>
                <w:sz w:val="22"/>
                <w:szCs w:val="24"/>
              </w:rPr>
              <w:t>&gt;</w:t>
            </w:r>
            <w:r w:rsidR="00DE16AF" w:rsidRPr="00DE16AF">
              <w:rPr>
                <w:rFonts w:cs="Arial"/>
                <w:sz w:val="22"/>
                <w:szCs w:val="24"/>
              </w:rPr>
              <w:t>@</w:t>
            </w:r>
            <w:r>
              <w:rPr>
                <w:rFonts w:cs="Arial"/>
                <w:sz w:val="22"/>
                <w:szCs w:val="24"/>
              </w:rPr>
              <w:t>personal</w:t>
            </w:r>
            <w:r w:rsidR="00FA04C8">
              <w:rPr>
                <w:rFonts w:cs="Arial"/>
                <w:sz w:val="22"/>
                <w:szCs w:val="24"/>
              </w:rPr>
              <w:t>-for-</w:t>
            </w:r>
            <w:r>
              <w:rPr>
                <w:rFonts w:cs="Arial"/>
                <w:sz w:val="22"/>
                <w:szCs w:val="24"/>
              </w:rPr>
              <w:t>u</w:t>
            </w:r>
            <w:r w:rsidR="00DE16AF" w:rsidRPr="00DE16AF">
              <w:rPr>
                <w:rFonts w:cs="Arial"/>
                <w:sz w:val="22"/>
                <w:szCs w:val="24"/>
              </w:rPr>
              <w:t>.com</w:t>
            </w:r>
          </w:p>
        </w:tc>
      </w:tr>
      <w:tr w:rsidR="00081CFE" w:rsidRPr="009345F4" w14:paraId="7417353E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51A6585B" w14:textId="5740AC14" w:rsidR="00081CFE" w:rsidRPr="002A10A1" w:rsidRDefault="00081CFE" w:rsidP="00B66BFB">
            <w:pPr>
              <w:spacing w:line="360" w:lineRule="auto"/>
              <w:rPr>
                <w:rFonts w:cs="Arial"/>
                <w:b/>
                <w:szCs w:val="24"/>
                <w:highlight w:val="lightGray"/>
              </w:rPr>
            </w:pPr>
            <w:r w:rsidRPr="002A10A1">
              <w:rPr>
                <w:rFonts w:cs="Arial"/>
                <w:b/>
                <w:sz w:val="22"/>
                <w:szCs w:val="24"/>
                <w:highlight w:val="lightGray"/>
              </w:rPr>
              <w:t>An …</w:t>
            </w:r>
          </w:p>
        </w:tc>
        <w:tc>
          <w:tcPr>
            <w:tcW w:w="7970" w:type="dxa"/>
            <w:vAlign w:val="center"/>
          </w:tcPr>
          <w:p w14:paraId="75987040" w14:textId="459CA06F" w:rsidR="00081CFE" w:rsidRPr="00DE16AF" w:rsidRDefault="000554E1" w:rsidP="00B66BFB">
            <w:pPr>
              <w:spacing w:line="360" w:lineRule="auto"/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maxime.musterfrau@musterhausen.xy</w:t>
            </w:r>
          </w:p>
        </w:tc>
      </w:tr>
      <w:tr w:rsidR="00FF0146" w:rsidRPr="009345F4" w14:paraId="61F96C6D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32A9C278" w14:textId="77777777" w:rsidR="00FF0146" w:rsidRPr="002A10A1" w:rsidRDefault="00FF0146" w:rsidP="00B66BFB">
            <w:pPr>
              <w:spacing w:line="360" w:lineRule="auto"/>
              <w:rPr>
                <w:rFonts w:cs="Arial"/>
                <w:b/>
                <w:sz w:val="22"/>
                <w:szCs w:val="24"/>
              </w:rPr>
            </w:pPr>
            <w:r w:rsidRPr="002A10A1">
              <w:rPr>
                <w:rFonts w:cs="Arial"/>
                <w:b/>
                <w:sz w:val="22"/>
                <w:szCs w:val="24"/>
                <w:highlight w:val="lightGray"/>
              </w:rPr>
              <w:t>Cc …</w:t>
            </w:r>
          </w:p>
        </w:tc>
        <w:tc>
          <w:tcPr>
            <w:tcW w:w="7970" w:type="dxa"/>
            <w:vAlign w:val="center"/>
          </w:tcPr>
          <w:p w14:paraId="35964C49" w14:textId="550F35D2" w:rsidR="00FF0146" w:rsidRPr="002A10A1" w:rsidRDefault="00FF0146" w:rsidP="00B66BFB">
            <w:pPr>
              <w:spacing w:line="360" w:lineRule="auto"/>
              <w:rPr>
                <w:rFonts w:cs="Arial"/>
                <w:color w:val="17365D"/>
                <w:sz w:val="22"/>
                <w:szCs w:val="24"/>
              </w:rPr>
            </w:pPr>
          </w:p>
        </w:tc>
      </w:tr>
      <w:tr w:rsidR="00FF0146" w:rsidRPr="009345F4" w14:paraId="50FD7BD2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38C17E9E" w14:textId="77777777" w:rsidR="00FF0146" w:rsidRPr="002A10A1" w:rsidRDefault="00FF0146" w:rsidP="00B66BFB">
            <w:pPr>
              <w:spacing w:line="360" w:lineRule="auto"/>
              <w:rPr>
                <w:rFonts w:cs="Arial"/>
                <w:b/>
                <w:sz w:val="22"/>
                <w:szCs w:val="24"/>
              </w:rPr>
            </w:pPr>
            <w:r w:rsidRPr="002A10A1">
              <w:rPr>
                <w:rFonts w:cs="Arial"/>
                <w:b/>
                <w:sz w:val="22"/>
                <w:szCs w:val="24"/>
                <w:highlight w:val="lightGray"/>
              </w:rPr>
              <w:t>Bcc …</w:t>
            </w:r>
          </w:p>
        </w:tc>
        <w:tc>
          <w:tcPr>
            <w:tcW w:w="7970" w:type="dxa"/>
            <w:vAlign w:val="center"/>
          </w:tcPr>
          <w:p w14:paraId="72235840" w14:textId="525A6003" w:rsidR="00FF0146" w:rsidRPr="002A10A1" w:rsidRDefault="00FF0146" w:rsidP="00B66BFB">
            <w:pPr>
              <w:spacing w:line="360" w:lineRule="auto"/>
              <w:rPr>
                <w:rFonts w:cs="Arial"/>
                <w:color w:val="17365D"/>
                <w:sz w:val="22"/>
                <w:szCs w:val="24"/>
              </w:rPr>
            </w:pPr>
          </w:p>
        </w:tc>
      </w:tr>
      <w:tr w:rsidR="00FF0146" w:rsidRPr="009345F4" w14:paraId="3DFBFDA2" w14:textId="77777777" w:rsidTr="00B64950">
        <w:trPr>
          <w:trHeight w:val="358"/>
        </w:trPr>
        <w:tc>
          <w:tcPr>
            <w:tcW w:w="1134" w:type="dxa"/>
            <w:vAlign w:val="center"/>
          </w:tcPr>
          <w:p w14:paraId="278408C6" w14:textId="77777777" w:rsidR="00FF0146" w:rsidRPr="002A10A1" w:rsidRDefault="00FF0146" w:rsidP="00B66BFB">
            <w:pPr>
              <w:spacing w:line="360" w:lineRule="auto"/>
              <w:rPr>
                <w:rFonts w:cs="Arial"/>
                <w:b/>
                <w:sz w:val="22"/>
                <w:szCs w:val="24"/>
              </w:rPr>
            </w:pPr>
            <w:r w:rsidRPr="002A10A1">
              <w:rPr>
                <w:rFonts w:cs="Arial"/>
                <w:b/>
                <w:sz w:val="22"/>
                <w:szCs w:val="24"/>
                <w:highlight w:val="lightGray"/>
              </w:rPr>
              <w:t>Betreff:</w:t>
            </w:r>
          </w:p>
        </w:tc>
        <w:tc>
          <w:tcPr>
            <w:tcW w:w="7970" w:type="dxa"/>
            <w:vAlign w:val="center"/>
          </w:tcPr>
          <w:p w14:paraId="0F515379" w14:textId="4B3D4434" w:rsidR="00FF0146" w:rsidRPr="002A10A1" w:rsidRDefault="00FF0146" w:rsidP="00B66BFB">
            <w:pPr>
              <w:spacing w:line="360" w:lineRule="auto"/>
              <w:rPr>
                <w:rFonts w:cs="Arial"/>
                <w:sz w:val="22"/>
                <w:szCs w:val="24"/>
              </w:rPr>
            </w:pPr>
          </w:p>
        </w:tc>
      </w:tr>
      <w:tr w:rsidR="00FF0146" w:rsidRPr="009345F4" w14:paraId="14BF2E20" w14:textId="77777777" w:rsidTr="00B64950">
        <w:trPr>
          <w:trHeight w:val="358"/>
        </w:trPr>
        <w:tc>
          <w:tcPr>
            <w:tcW w:w="9104" w:type="dxa"/>
            <w:gridSpan w:val="2"/>
            <w:vAlign w:val="center"/>
          </w:tcPr>
          <w:p w14:paraId="0DC7549E" w14:textId="5F9F47D8" w:rsidR="00DE16AF" w:rsidRPr="003A52B8" w:rsidRDefault="00DE16AF" w:rsidP="00B66BFB">
            <w:pPr>
              <w:spacing w:line="360" w:lineRule="auto"/>
              <w:rPr>
                <w:rFonts w:eastAsiaTheme="minorHAnsi" w:cs="Arial"/>
                <w:sz w:val="22"/>
                <w:szCs w:val="22"/>
              </w:rPr>
            </w:pPr>
          </w:p>
          <w:p w14:paraId="56EC58BB" w14:textId="20B0851D" w:rsidR="00284E34" w:rsidRDefault="00284E34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2EEF7271" w14:textId="330628C7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0E5717F6" w14:textId="3E3EFEA6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11BC0EAF" w14:textId="768C0405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748339B6" w14:textId="6949EBBB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53E5656F" w14:textId="227140DF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6DD273EA" w14:textId="3DB5CE18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02B052C1" w14:textId="41635608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1AE85949" w14:textId="5EB610F9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09B5F6EE" w14:textId="24CEAD1A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27D39178" w14:textId="7A8065F5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2AD45F24" w14:textId="3052BABA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70D23275" w14:textId="4AE697E2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0B5D89CE" w14:textId="1E7C4901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21096270" w14:textId="00122993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53D1996F" w14:textId="77777777" w:rsidR="00BF75FF" w:rsidRDefault="00BF75FF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72808C3D" w14:textId="0FD89AAC" w:rsidR="003A52B8" w:rsidRDefault="003A52B8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7E999803" w14:textId="3533638B" w:rsidR="003A52B8" w:rsidRDefault="003A52B8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</w:p>
          <w:p w14:paraId="7F5F8689" w14:textId="0E2DC01D" w:rsidR="00F35996" w:rsidRDefault="00F35996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  <w:bookmarkStart w:id="0" w:name="_GoBack"/>
            <w:bookmarkEnd w:id="0"/>
          </w:p>
          <w:p w14:paraId="491B7C2E" w14:textId="045398EB" w:rsidR="003A52B8" w:rsidRPr="00F35996" w:rsidRDefault="003A52B8" w:rsidP="00B66BFB">
            <w:pPr>
              <w:spacing w:line="360" w:lineRule="auto"/>
              <w:rPr>
                <w:rFonts w:cs="Arial"/>
                <w:sz w:val="18"/>
                <w:szCs w:val="16"/>
              </w:rPr>
            </w:pPr>
            <w:r w:rsidRPr="00F35996">
              <w:rPr>
                <w:rFonts w:cs="Arial"/>
                <w:sz w:val="18"/>
                <w:szCs w:val="16"/>
              </w:rPr>
              <w:t>E-Mail: &lt;prüfling&gt;@personal</w:t>
            </w:r>
            <w:r w:rsidR="00FA04C8">
              <w:rPr>
                <w:rFonts w:cs="Arial"/>
                <w:sz w:val="18"/>
                <w:szCs w:val="16"/>
              </w:rPr>
              <w:t>-for-u</w:t>
            </w:r>
            <w:r w:rsidRPr="00F35996">
              <w:rPr>
                <w:rFonts w:cs="Arial"/>
                <w:sz w:val="18"/>
                <w:szCs w:val="16"/>
              </w:rPr>
              <w:t>.com</w:t>
            </w:r>
          </w:p>
          <w:p w14:paraId="3E77C501" w14:textId="33FB10E6" w:rsidR="003A52B8" w:rsidRPr="00F35996" w:rsidRDefault="003A52B8" w:rsidP="00B66BFB">
            <w:pPr>
              <w:spacing w:line="360" w:lineRule="auto"/>
              <w:rPr>
                <w:rFonts w:cs="Arial"/>
                <w:sz w:val="18"/>
                <w:szCs w:val="16"/>
              </w:rPr>
            </w:pPr>
            <w:r w:rsidRPr="00F35996">
              <w:rPr>
                <w:rFonts w:cs="Arial"/>
                <w:sz w:val="18"/>
                <w:szCs w:val="16"/>
              </w:rPr>
              <w:t>Internet: www.personal</w:t>
            </w:r>
            <w:r w:rsidR="0007548C">
              <w:rPr>
                <w:rFonts w:cs="Arial"/>
                <w:sz w:val="18"/>
                <w:szCs w:val="16"/>
              </w:rPr>
              <w:t>-for-u</w:t>
            </w:r>
            <w:r w:rsidRPr="00F35996">
              <w:rPr>
                <w:rFonts w:cs="Arial"/>
                <w:sz w:val="18"/>
                <w:szCs w:val="16"/>
              </w:rPr>
              <w:t>.com</w:t>
            </w:r>
          </w:p>
          <w:p w14:paraId="13CD9E78" w14:textId="0CF6A9F6" w:rsidR="003A52B8" w:rsidRPr="00F35996" w:rsidRDefault="003A52B8" w:rsidP="00B66BFB">
            <w:pPr>
              <w:spacing w:line="360" w:lineRule="auto"/>
              <w:rPr>
                <w:rFonts w:cs="Arial"/>
                <w:sz w:val="18"/>
                <w:szCs w:val="16"/>
              </w:rPr>
            </w:pPr>
            <w:r w:rsidRPr="00F35996">
              <w:rPr>
                <w:rFonts w:cs="Arial"/>
                <w:sz w:val="18"/>
                <w:szCs w:val="16"/>
              </w:rPr>
              <w:t xml:space="preserve">Telefon: </w:t>
            </w:r>
            <w:r w:rsidR="00E86B5D" w:rsidRPr="00F35996">
              <w:rPr>
                <w:rFonts w:cs="Arial"/>
                <w:sz w:val="18"/>
                <w:szCs w:val="16"/>
              </w:rPr>
              <w:t>0781 7623552</w:t>
            </w:r>
          </w:p>
          <w:p w14:paraId="524512AC" w14:textId="77777777" w:rsidR="003A52B8" w:rsidRPr="00F35996" w:rsidRDefault="003A52B8" w:rsidP="00B66BFB">
            <w:pPr>
              <w:spacing w:line="360" w:lineRule="auto"/>
              <w:rPr>
                <w:rFonts w:cs="Arial"/>
                <w:sz w:val="18"/>
                <w:szCs w:val="16"/>
              </w:rPr>
            </w:pPr>
            <w:r w:rsidRPr="00F35996">
              <w:rPr>
                <w:rFonts w:cs="Arial"/>
                <w:sz w:val="18"/>
                <w:szCs w:val="16"/>
              </w:rPr>
              <w:t>Telefax:</w:t>
            </w:r>
          </w:p>
          <w:p w14:paraId="3EEA295A" w14:textId="3726F696" w:rsidR="003A52B8" w:rsidRPr="00F35996" w:rsidRDefault="003A52B8" w:rsidP="00B66BFB">
            <w:pPr>
              <w:spacing w:line="360" w:lineRule="auto"/>
              <w:rPr>
                <w:rFonts w:cs="Arial"/>
                <w:sz w:val="18"/>
                <w:szCs w:val="16"/>
              </w:rPr>
            </w:pPr>
            <w:r w:rsidRPr="00F35996">
              <w:rPr>
                <w:rFonts w:cs="Arial"/>
                <w:sz w:val="18"/>
                <w:szCs w:val="16"/>
              </w:rPr>
              <w:t xml:space="preserve">Hausanschrift: </w:t>
            </w:r>
            <w:r w:rsidR="00E86B5D" w:rsidRPr="00F35996">
              <w:rPr>
                <w:rFonts w:cs="Arial"/>
                <w:sz w:val="18"/>
                <w:szCs w:val="16"/>
              </w:rPr>
              <w:t>Carl-Zeiss-Straße 19</w:t>
            </w:r>
            <w:r w:rsidRPr="00F35996">
              <w:rPr>
                <w:rFonts w:cs="Arial"/>
                <w:sz w:val="18"/>
                <w:szCs w:val="16"/>
              </w:rPr>
              <w:t xml:space="preserve">, </w:t>
            </w:r>
            <w:r w:rsidR="00E86B5D" w:rsidRPr="00F35996">
              <w:rPr>
                <w:rFonts w:cs="Arial"/>
                <w:sz w:val="18"/>
                <w:szCs w:val="16"/>
              </w:rPr>
              <w:t>77656 Offenburg</w:t>
            </w:r>
          </w:p>
          <w:p w14:paraId="38412582" w14:textId="77777777" w:rsidR="003A52B8" w:rsidRPr="00F35996" w:rsidRDefault="003A52B8" w:rsidP="00B66BFB">
            <w:pPr>
              <w:spacing w:line="360" w:lineRule="auto"/>
              <w:rPr>
                <w:rFonts w:cs="Arial"/>
                <w:sz w:val="18"/>
                <w:szCs w:val="16"/>
              </w:rPr>
            </w:pPr>
          </w:p>
          <w:p w14:paraId="3648AE77" w14:textId="3D8C8DE6" w:rsidR="003A52B8" w:rsidRPr="00F35996" w:rsidRDefault="00F35996" w:rsidP="00B66BFB">
            <w:pPr>
              <w:spacing w:line="360" w:lineRule="auto"/>
              <w:rPr>
                <w:rFonts w:cs="Arial"/>
                <w:sz w:val="18"/>
                <w:szCs w:val="16"/>
              </w:rPr>
            </w:pPr>
            <w:r w:rsidRPr="00F35996">
              <w:rPr>
                <w:rFonts w:cs="Arial"/>
                <w:sz w:val="18"/>
                <w:szCs w:val="16"/>
              </w:rPr>
              <w:t>Geschäftsführer Ahmet Yildiz</w:t>
            </w:r>
          </w:p>
          <w:p w14:paraId="1A3D51AA" w14:textId="77777777" w:rsidR="003A52B8" w:rsidRPr="00F35996" w:rsidRDefault="003A52B8" w:rsidP="00B66BFB">
            <w:pPr>
              <w:spacing w:line="360" w:lineRule="auto"/>
              <w:rPr>
                <w:rFonts w:cs="Arial"/>
                <w:sz w:val="18"/>
                <w:szCs w:val="16"/>
              </w:rPr>
            </w:pPr>
            <w:r w:rsidRPr="00F35996">
              <w:rPr>
                <w:rFonts w:cs="Arial"/>
                <w:sz w:val="18"/>
                <w:szCs w:val="16"/>
              </w:rPr>
              <w:t>USt-Id.: DE 183631402</w:t>
            </w:r>
          </w:p>
          <w:p w14:paraId="3D72B210" w14:textId="77777777" w:rsidR="003A52B8" w:rsidRPr="00F35996" w:rsidRDefault="003A52B8" w:rsidP="00B66BFB">
            <w:pPr>
              <w:spacing w:line="360" w:lineRule="auto"/>
              <w:rPr>
                <w:rFonts w:cs="Arial"/>
                <w:sz w:val="18"/>
                <w:szCs w:val="16"/>
              </w:rPr>
            </w:pPr>
            <w:r w:rsidRPr="00F35996">
              <w:rPr>
                <w:rFonts w:cs="Arial"/>
                <w:sz w:val="18"/>
                <w:szCs w:val="16"/>
              </w:rPr>
              <w:t>St.-Nr.: 430391722</w:t>
            </w:r>
          </w:p>
          <w:p w14:paraId="75E2B178" w14:textId="3A008E7B" w:rsidR="003A52B8" w:rsidRPr="003A52B8" w:rsidRDefault="003A52B8" w:rsidP="00B66BFB">
            <w:pPr>
              <w:spacing w:line="360" w:lineRule="auto"/>
              <w:rPr>
                <w:rFonts w:cs="Arial"/>
                <w:sz w:val="22"/>
                <w:szCs w:val="22"/>
                <w:lang w:val="nb-NO"/>
              </w:rPr>
            </w:pPr>
            <w:r w:rsidRPr="00F35996">
              <w:rPr>
                <w:rFonts w:cs="Arial"/>
                <w:sz w:val="18"/>
                <w:szCs w:val="16"/>
              </w:rPr>
              <w:t>Handelsregister: HR</w:t>
            </w:r>
            <w:r w:rsidR="00DD7BF6">
              <w:rPr>
                <w:rFonts w:cs="Arial"/>
                <w:sz w:val="18"/>
                <w:szCs w:val="16"/>
              </w:rPr>
              <w:t>B</w:t>
            </w:r>
            <w:r w:rsidRPr="00F35996">
              <w:rPr>
                <w:rFonts w:cs="Arial"/>
                <w:sz w:val="18"/>
                <w:szCs w:val="16"/>
              </w:rPr>
              <w:t xml:space="preserve"> </w:t>
            </w:r>
            <w:r w:rsidR="00F35996" w:rsidRPr="00F35996">
              <w:rPr>
                <w:rFonts w:cs="Arial"/>
                <w:sz w:val="18"/>
                <w:szCs w:val="16"/>
              </w:rPr>
              <w:t>17883</w:t>
            </w:r>
            <w:r w:rsidRPr="00F35996">
              <w:rPr>
                <w:rFonts w:cs="Arial"/>
                <w:sz w:val="18"/>
                <w:szCs w:val="16"/>
              </w:rPr>
              <w:t xml:space="preserve"> beim Amtsgericht Heidelberg</w:t>
            </w:r>
          </w:p>
        </w:tc>
      </w:tr>
      <w:tr w:rsidR="00FF0146" w:rsidRPr="009345F4" w14:paraId="1713E94B" w14:textId="77777777" w:rsidTr="00B64950">
        <w:trPr>
          <w:trHeight w:val="358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55939E6" w14:textId="77777777" w:rsidR="00FF0146" w:rsidRPr="00081CFE" w:rsidRDefault="00FF0146" w:rsidP="00B66BFB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081CFE">
              <w:rPr>
                <w:rFonts w:cs="Arial"/>
                <w:b/>
                <w:sz w:val="24"/>
                <w:szCs w:val="24"/>
              </w:rPr>
              <w:lastRenderedPageBreak/>
              <w:t>Anhang:</w:t>
            </w:r>
          </w:p>
        </w:tc>
        <w:tc>
          <w:tcPr>
            <w:tcW w:w="7970" w:type="dxa"/>
            <w:vAlign w:val="center"/>
          </w:tcPr>
          <w:p w14:paraId="4B0EEFD7" w14:textId="77777777" w:rsidR="00856F7E" w:rsidRPr="009345F4" w:rsidRDefault="00856F7E" w:rsidP="00B66BFB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71E9A215" w14:textId="77777777" w:rsidR="00460198" w:rsidRPr="00311E95" w:rsidRDefault="00460198">
      <w:pPr>
        <w:rPr>
          <w:rFonts w:cs="Arial"/>
        </w:rPr>
      </w:pPr>
    </w:p>
    <w:sectPr w:rsidR="00460198" w:rsidRPr="00311E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C3DE6" w14:textId="77777777" w:rsidR="00C05B03" w:rsidRDefault="00C05B03" w:rsidP="005B3620">
      <w:r>
        <w:separator/>
      </w:r>
    </w:p>
  </w:endnote>
  <w:endnote w:type="continuationSeparator" w:id="0">
    <w:p w14:paraId="141735D0" w14:textId="77777777" w:rsidR="00C05B03" w:rsidRDefault="00C05B03" w:rsidP="005B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B72E5" w14:textId="77777777" w:rsidR="00C05B03" w:rsidRDefault="00C05B03" w:rsidP="005B3620">
      <w:r>
        <w:separator/>
      </w:r>
    </w:p>
  </w:footnote>
  <w:footnote w:type="continuationSeparator" w:id="0">
    <w:p w14:paraId="42DD958B" w14:textId="77777777" w:rsidR="00C05B03" w:rsidRDefault="00C05B03" w:rsidP="005B3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E56B3"/>
    <w:multiLevelType w:val="hybridMultilevel"/>
    <w:tmpl w:val="BC989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E1CC4"/>
    <w:multiLevelType w:val="hybridMultilevel"/>
    <w:tmpl w:val="70A6EB9E"/>
    <w:lvl w:ilvl="0" w:tplc="282EF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46"/>
    <w:rsid w:val="000007A2"/>
    <w:rsid w:val="00001C78"/>
    <w:rsid w:val="00014E69"/>
    <w:rsid w:val="00014F2C"/>
    <w:rsid w:val="00025EBC"/>
    <w:rsid w:val="000269B7"/>
    <w:rsid w:val="00034B01"/>
    <w:rsid w:val="00037675"/>
    <w:rsid w:val="000405D8"/>
    <w:rsid w:val="00040DDB"/>
    <w:rsid w:val="00044420"/>
    <w:rsid w:val="000475FF"/>
    <w:rsid w:val="00054BB4"/>
    <w:rsid w:val="000554E1"/>
    <w:rsid w:val="00070B9F"/>
    <w:rsid w:val="00074129"/>
    <w:rsid w:val="0007548C"/>
    <w:rsid w:val="00081CFE"/>
    <w:rsid w:val="00092584"/>
    <w:rsid w:val="00093F3A"/>
    <w:rsid w:val="00096345"/>
    <w:rsid w:val="000A2134"/>
    <w:rsid w:val="000A4460"/>
    <w:rsid w:val="000A6BFD"/>
    <w:rsid w:val="000B32C6"/>
    <w:rsid w:val="000C305C"/>
    <w:rsid w:val="000E1E34"/>
    <w:rsid w:val="000E7F4A"/>
    <w:rsid w:val="000F5AD3"/>
    <w:rsid w:val="00112FF5"/>
    <w:rsid w:val="00114A8D"/>
    <w:rsid w:val="001277A1"/>
    <w:rsid w:val="00132D83"/>
    <w:rsid w:val="001342BA"/>
    <w:rsid w:val="001462CE"/>
    <w:rsid w:val="00147837"/>
    <w:rsid w:val="001510F4"/>
    <w:rsid w:val="0015412A"/>
    <w:rsid w:val="0015603F"/>
    <w:rsid w:val="001577DF"/>
    <w:rsid w:val="00174838"/>
    <w:rsid w:val="001853B8"/>
    <w:rsid w:val="0019160D"/>
    <w:rsid w:val="00195B8F"/>
    <w:rsid w:val="001A372A"/>
    <w:rsid w:val="001A5E59"/>
    <w:rsid w:val="001C2A6E"/>
    <w:rsid w:val="001D7AC1"/>
    <w:rsid w:val="001E2964"/>
    <w:rsid w:val="001E7D79"/>
    <w:rsid w:val="001F248B"/>
    <w:rsid w:val="001F6435"/>
    <w:rsid w:val="00220BEC"/>
    <w:rsid w:val="00221537"/>
    <w:rsid w:val="002223E0"/>
    <w:rsid w:val="00245468"/>
    <w:rsid w:val="00255AD7"/>
    <w:rsid w:val="00256C8F"/>
    <w:rsid w:val="00257670"/>
    <w:rsid w:val="00257D40"/>
    <w:rsid w:val="00265DAC"/>
    <w:rsid w:val="00265F48"/>
    <w:rsid w:val="00273B86"/>
    <w:rsid w:val="00275F75"/>
    <w:rsid w:val="00280C78"/>
    <w:rsid w:val="00284E34"/>
    <w:rsid w:val="00292901"/>
    <w:rsid w:val="00297403"/>
    <w:rsid w:val="00297B30"/>
    <w:rsid w:val="002A10A1"/>
    <w:rsid w:val="002B1B3E"/>
    <w:rsid w:val="002B4403"/>
    <w:rsid w:val="002B4F49"/>
    <w:rsid w:val="002C0B77"/>
    <w:rsid w:val="002C2895"/>
    <w:rsid w:val="002C446B"/>
    <w:rsid w:val="002D4E97"/>
    <w:rsid w:val="002E4362"/>
    <w:rsid w:val="002F07AC"/>
    <w:rsid w:val="00300890"/>
    <w:rsid w:val="00302127"/>
    <w:rsid w:val="00311E95"/>
    <w:rsid w:val="003254BD"/>
    <w:rsid w:val="00327152"/>
    <w:rsid w:val="003356F5"/>
    <w:rsid w:val="003413FF"/>
    <w:rsid w:val="00357696"/>
    <w:rsid w:val="00361429"/>
    <w:rsid w:val="00373F4D"/>
    <w:rsid w:val="00374CFB"/>
    <w:rsid w:val="0037669D"/>
    <w:rsid w:val="00384AB4"/>
    <w:rsid w:val="0038635A"/>
    <w:rsid w:val="003A05BD"/>
    <w:rsid w:val="003A52B8"/>
    <w:rsid w:val="003C5ADD"/>
    <w:rsid w:val="003C668E"/>
    <w:rsid w:val="003D7111"/>
    <w:rsid w:val="003E7688"/>
    <w:rsid w:val="003F51C1"/>
    <w:rsid w:val="00407E66"/>
    <w:rsid w:val="00410B98"/>
    <w:rsid w:val="00412DA8"/>
    <w:rsid w:val="004149EC"/>
    <w:rsid w:val="00426439"/>
    <w:rsid w:val="0043138C"/>
    <w:rsid w:val="004377D5"/>
    <w:rsid w:val="00442460"/>
    <w:rsid w:val="00443C27"/>
    <w:rsid w:val="004506E0"/>
    <w:rsid w:val="00460198"/>
    <w:rsid w:val="004604A9"/>
    <w:rsid w:val="00463796"/>
    <w:rsid w:val="00465233"/>
    <w:rsid w:val="00467A44"/>
    <w:rsid w:val="00477D14"/>
    <w:rsid w:val="004912C5"/>
    <w:rsid w:val="004913E0"/>
    <w:rsid w:val="0049264B"/>
    <w:rsid w:val="00493CBD"/>
    <w:rsid w:val="004A6C57"/>
    <w:rsid w:val="004A6DA8"/>
    <w:rsid w:val="004B4DEF"/>
    <w:rsid w:val="004C52BA"/>
    <w:rsid w:val="004C6C9E"/>
    <w:rsid w:val="004D74F9"/>
    <w:rsid w:val="004E1049"/>
    <w:rsid w:val="004F57C6"/>
    <w:rsid w:val="004F7621"/>
    <w:rsid w:val="00510DED"/>
    <w:rsid w:val="005125B4"/>
    <w:rsid w:val="0051652B"/>
    <w:rsid w:val="00544827"/>
    <w:rsid w:val="00563B18"/>
    <w:rsid w:val="00572AB6"/>
    <w:rsid w:val="00573C67"/>
    <w:rsid w:val="00584DBD"/>
    <w:rsid w:val="00594A61"/>
    <w:rsid w:val="005A1913"/>
    <w:rsid w:val="005B2700"/>
    <w:rsid w:val="005B3620"/>
    <w:rsid w:val="005B5D0F"/>
    <w:rsid w:val="005C1FDE"/>
    <w:rsid w:val="005C3E63"/>
    <w:rsid w:val="005D32F3"/>
    <w:rsid w:val="005D6DEC"/>
    <w:rsid w:val="005E6375"/>
    <w:rsid w:val="005E6A2F"/>
    <w:rsid w:val="005E7D31"/>
    <w:rsid w:val="005F33BA"/>
    <w:rsid w:val="00602FD8"/>
    <w:rsid w:val="00603C79"/>
    <w:rsid w:val="00624C47"/>
    <w:rsid w:val="006251A4"/>
    <w:rsid w:val="00625E32"/>
    <w:rsid w:val="00636AE1"/>
    <w:rsid w:val="006445A7"/>
    <w:rsid w:val="00647EAB"/>
    <w:rsid w:val="00650026"/>
    <w:rsid w:val="00656545"/>
    <w:rsid w:val="00660679"/>
    <w:rsid w:val="006674F1"/>
    <w:rsid w:val="006735F3"/>
    <w:rsid w:val="006759A6"/>
    <w:rsid w:val="00676C6D"/>
    <w:rsid w:val="00693B87"/>
    <w:rsid w:val="006A6E25"/>
    <w:rsid w:val="006C2CC0"/>
    <w:rsid w:val="006C34E6"/>
    <w:rsid w:val="006D1426"/>
    <w:rsid w:val="006E0DA0"/>
    <w:rsid w:val="006E75A8"/>
    <w:rsid w:val="006F1C26"/>
    <w:rsid w:val="006F2212"/>
    <w:rsid w:val="006F2E4A"/>
    <w:rsid w:val="006F3213"/>
    <w:rsid w:val="006F7FCE"/>
    <w:rsid w:val="00703C9F"/>
    <w:rsid w:val="00711A9F"/>
    <w:rsid w:val="00725596"/>
    <w:rsid w:val="00735741"/>
    <w:rsid w:val="00752DF9"/>
    <w:rsid w:val="0076549D"/>
    <w:rsid w:val="0077497F"/>
    <w:rsid w:val="00787666"/>
    <w:rsid w:val="007909BA"/>
    <w:rsid w:val="00793EA8"/>
    <w:rsid w:val="00794E68"/>
    <w:rsid w:val="007A00AB"/>
    <w:rsid w:val="007A72DE"/>
    <w:rsid w:val="007C4029"/>
    <w:rsid w:val="007C41E3"/>
    <w:rsid w:val="007E05C8"/>
    <w:rsid w:val="007E70E4"/>
    <w:rsid w:val="007F3781"/>
    <w:rsid w:val="00812B1E"/>
    <w:rsid w:val="00814ACA"/>
    <w:rsid w:val="00822566"/>
    <w:rsid w:val="008239E7"/>
    <w:rsid w:val="0082575B"/>
    <w:rsid w:val="008322E1"/>
    <w:rsid w:val="008403E1"/>
    <w:rsid w:val="008445A7"/>
    <w:rsid w:val="008513BD"/>
    <w:rsid w:val="00854456"/>
    <w:rsid w:val="00856F7E"/>
    <w:rsid w:val="00857A85"/>
    <w:rsid w:val="00864587"/>
    <w:rsid w:val="008664C3"/>
    <w:rsid w:val="00872F26"/>
    <w:rsid w:val="00885106"/>
    <w:rsid w:val="008A306E"/>
    <w:rsid w:val="008B2EDF"/>
    <w:rsid w:val="008B390C"/>
    <w:rsid w:val="008D728F"/>
    <w:rsid w:val="008D79A3"/>
    <w:rsid w:val="008E00B0"/>
    <w:rsid w:val="008E3BE4"/>
    <w:rsid w:val="008F4909"/>
    <w:rsid w:val="008F4A1F"/>
    <w:rsid w:val="008F6618"/>
    <w:rsid w:val="008F7A90"/>
    <w:rsid w:val="00901F21"/>
    <w:rsid w:val="00907BC9"/>
    <w:rsid w:val="0091221D"/>
    <w:rsid w:val="009154DC"/>
    <w:rsid w:val="0092102E"/>
    <w:rsid w:val="009345F4"/>
    <w:rsid w:val="00962653"/>
    <w:rsid w:val="00964B04"/>
    <w:rsid w:val="009735A4"/>
    <w:rsid w:val="00974F5A"/>
    <w:rsid w:val="00976EBF"/>
    <w:rsid w:val="00977DD2"/>
    <w:rsid w:val="009801BF"/>
    <w:rsid w:val="00985243"/>
    <w:rsid w:val="0098707E"/>
    <w:rsid w:val="009A20EB"/>
    <w:rsid w:val="009C60F9"/>
    <w:rsid w:val="009D57FB"/>
    <w:rsid w:val="009E792B"/>
    <w:rsid w:val="009F52D1"/>
    <w:rsid w:val="00A045A5"/>
    <w:rsid w:val="00A13433"/>
    <w:rsid w:val="00A1489A"/>
    <w:rsid w:val="00A163D6"/>
    <w:rsid w:val="00A24753"/>
    <w:rsid w:val="00A31FC3"/>
    <w:rsid w:val="00A45F35"/>
    <w:rsid w:val="00A46886"/>
    <w:rsid w:val="00A60CB3"/>
    <w:rsid w:val="00A623CE"/>
    <w:rsid w:val="00A6679D"/>
    <w:rsid w:val="00A71E19"/>
    <w:rsid w:val="00A74A08"/>
    <w:rsid w:val="00A76A4B"/>
    <w:rsid w:val="00A8211A"/>
    <w:rsid w:val="00A83FC9"/>
    <w:rsid w:val="00A84219"/>
    <w:rsid w:val="00A849FE"/>
    <w:rsid w:val="00AA01F3"/>
    <w:rsid w:val="00AB233E"/>
    <w:rsid w:val="00AB59E1"/>
    <w:rsid w:val="00AB7F48"/>
    <w:rsid w:val="00AD1857"/>
    <w:rsid w:val="00AD1AA0"/>
    <w:rsid w:val="00AD31A5"/>
    <w:rsid w:val="00AE50AD"/>
    <w:rsid w:val="00AF6CB7"/>
    <w:rsid w:val="00B065D9"/>
    <w:rsid w:val="00B131FE"/>
    <w:rsid w:val="00B26B3F"/>
    <w:rsid w:val="00B44C78"/>
    <w:rsid w:val="00B47EDB"/>
    <w:rsid w:val="00B54765"/>
    <w:rsid w:val="00B554E7"/>
    <w:rsid w:val="00B55C81"/>
    <w:rsid w:val="00B5701A"/>
    <w:rsid w:val="00B57953"/>
    <w:rsid w:val="00B6217C"/>
    <w:rsid w:val="00B63AC6"/>
    <w:rsid w:val="00B64950"/>
    <w:rsid w:val="00B64EFB"/>
    <w:rsid w:val="00B66BFB"/>
    <w:rsid w:val="00B70A10"/>
    <w:rsid w:val="00B70C5C"/>
    <w:rsid w:val="00B71595"/>
    <w:rsid w:val="00B74EC6"/>
    <w:rsid w:val="00B75C21"/>
    <w:rsid w:val="00B76FC1"/>
    <w:rsid w:val="00B8094E"/>
    <w:rsid w:val="00B91F8B"/>
    <w:rsid w:val="00BA01FF"/>
    <w:rsid w:val="00BA54F6"/>
    <w:rsid w:val="00BA5540"/>
    <w:rsid w:val="00BB2218"/>
    <w:rsid w:val="00BD19E4"/>
    <w:rsid w:val="00BD4D5F"/>
    <w:rsid w:val="00BE571B"/>
    <w:rsid w:val="00BF0089"/>
    <w:rsid w:val="00BF0143"/>
    <w:rsid w:val="00BF20B7"/>
    <w:rsid w:val="00BF75FF"/>
    <w:rsid w:val="00C026F0"/>
    <w:rsid w:val="00C05B03"/>
    <w:rsid w:val="00C1179F"/>
    <w:rsid w:val="00C130ED"/>
    <w:rsid w:val="00C14F38"/>
    <w:rsid w:val="00C15468"/>
    <w:rsid w:val="00C163B1"/>
    <w:rsid w:val="00C20506"/>
    <w:rsid w:val="00C208B9"/>
    <w:rsid w:val="00C26788"/>
    <w:rsid w:val="00C35B14"/>
    <w:rsid w:val="00C40555"/>
    <w:rsid w:val="00C40D87"/>
    <w:rsid w:val="00C41F4B"/>
    <w:rsid w:val="00C46A47"/>
    <w:rsid w:val="00C46B5C"/>
    <w:rsid w:val="00C55AB1"/>
    <w:rsid w:val="00C64AC9"/>
    <w:rsid w:val="00C76011"/>
    <w:rsid w:val="00C76155"/>
    <w:rsid w:val="00C764B3"/>
    <w:rsid w:val="00C76FFF"/>
    <w:rsid w:val="00C867B8"/>
    <w:rsid w:val="00C878DC"/>
    <w:rsid w:val="00CC0157"/>
    <w:rsid w:val="00CF1C3E"/>
    <w:rsid w:val="00D00179"/>
    <w:rsid w:val="00D0282F"/>
    <w:rsid w:val="00D245EC"/>
    <w:rsid w:val="00D34793"/>
    <w:rsid w:val="00D34959"/>
    <w:rsid w:val="00D44645"/>
    <w:rsid w:val="00D46F29"/>
    <w:rsid w:val="00D57AB0"/>
    <w:rsid w:val="00D60BFD"/>
    <w:rsid w:val="00D64225"/>
    <w:rsid w:val="00D646E9"/>
    <w:rsid w:val="00D70570"/>
    <w:rsid w:val="00D74961"/>
    <w:rsid w:val="00D93FB7"/>
    <w:rsid w:val="00DA7A1F"/>
    <w:rsid w:val="00DB0312"/>
    <w:rsid w:val="00DB7EDD"/>
    <w:rsid w:val="00DD33D7"/>
    <w:rsid w:val="00DD3727"/>
    <w:rsid w:val="00DD6244"/>
    <w:rsid w:val="00DD7BF6"/>
    <w:rsid w:val="00DE16AF"/>
    <w:rsid w:val="00DE2B59"/>
    <w:rsid w:val="00DF3F79"/>
    <w:rsid w:val="00E012D5"/>
    <w:rsid w:val="00E109CE"/>
    <w:rsid w:val="00E25E20"/>
    <w:rsid w:val="00E31A5E"/>
    <w:rsid w:val="00E320AF"/>
    <w:rsid w:val="00E47875"/>
    <w:rsid w:val="00E728E0"/>
    <w:rsid w:val="00E761E9"/>
    <w:rsid w:val="00E77FAC"/>
    <w:rsid w:val="00E80F8F"/>
    <w:rsid w:val="00E85077"/>
    <w:rsid w:val="00E86B5D"/>
    <w:rsid w:val="00EA0E46"/>
    <w:rsid w:val="00EA2850"/>
    <w:rsid w:val="00EA69E1"/>
    <w:rsid w:val="00EB780B"/>
    <w:rsid w:val="00EC136B"/>
    <w:rsid w:val="00ED3AF7"/>
    <w:rsid w:val="00ED7EF6"/>
    <w:rsid w:val="00EE2378"/>
    <w:rsid w:val="00EE7634"/>
    <w:rsid w:val="00F0755E"/>
    <w:rsid w:val="00F34668"/>
    <w:rsid w:val="00F35996"/>
    <w:rsid w:val="00F37D31"/>
    <w:rsid w:val="00F437D0"/>
    <w:rsid w:val="00F61925"/>
    <w:rsid w:val="00F6596B"/>
    <w:rsid w:val="00F675E9"/>
    <w:rsid w:val="00F751D6"/>
    <w:rsid w:val="00F762F1"/>
    <w:rsid w:val="00F9047A"/>
    <w:rsid w:val="00F93099"/>
    <w:rsid w:val="00FA04C8"/>
    <w:rsid w:val="00FA37EA"/>
    <w:rsid w:val="00FA3CBC"/>
    <w:rsid w:val="00FB73B2"/>
    <w:rsid w:val="00FC5D25"/>
    <w:rsid w:val="00FC5E36"/>
    <w:rsid w:val="00FC69D1"/>
    <w:rsid w:val="00FD5DED"/>
    <w:rsid w:val="00FE5B67"/>
    <w:rsid w:val="00FE7308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2DF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C20506"/>
    <w:pPr>
      <w:tabs>
        <w:tab w:val="center" w:pos="4536"/>
        <w:tab w:val="right" w:pos="9072"/>
      </w:tabs>
    </w:pPr>
    <w:rPr>
      <w:rFonts w:eastAsiaTheme="minorHAnsi" w:cstheme="minorBidi"/>
      <w:lang w:eastAsia="en-US"/>
    </w:rPr>
  </w:style>
  <w:style w:type="character" w:customStyle="1" w:styleId="FuzeileZchn">
    <w:name w:val="Fußzeile Zchn"/>
    <w:basedOn w:val="Absatz-Standardschriftart"/>
    <w:link w:val="Fuzeile"/>
    <w:rsid w:val="00C20506"/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5B362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3620"/>
    <w:rPr>
      <w:rFonts w:ascii="Arial" w:eastAsia="Times New Roman" w:hAnsi="Arial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DE16A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E16AF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4EF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4EFB"/>
    <w:rPr>
      <w:rFonts w:ascii="Segoe UI" w:eastAsia="Times New Roman" w:hAnsi="Segoe UI" w:cs="Segoe UI"/>
      <w:sz w:val="18"/>
      <w:szCs w:val="18"/>
      <w:lang w:eastAsia="de-DE"/>
    </w:rPr>
  </w:style>
  <w:style w:type="paragraph" w:styleId="KeinLeerraum">
    <w:name w:val="No Spacing"/>
    <w:uiPriority w:val="1"/>
    <w:qFormat/>
    <w:rsid w:val="00974F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6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35BDDC7E.dotm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2020-11-23T22:25:00Z</dcterms:created>
  <dcterms:modified xsi:type="dcterms:W3CDTF">2021-05-03T09:20:00Z</dcterms:modified>
</cp:coreProperties>
</file>