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A6E" w:rsidRPr="00AB4A6E" w:rsidRDefault="00AB4A6E">
      <w:pPr>
        <w:rPr>
          <w:rFonts w:ascii="Arial" w:hAnsi="Arial" w:cs="Arial"/>
          <w:sz w:val="22"/>
          <w:szCs w:val="22"/>
        </w:rPr>
      </w:pPr>
    </w:p>
    <w:p w:rsidR="00AB4A6E" w:rsidRPr="00AB4A6E" w:rsidRDefault="00AB4A6E" w:rsidP="00AB4A6E">
      <w:pPr>
        <w:jc w:val="center"/>
        <w:rPr>
          <w:rFonts w:ascii="Arial" w:hAnsi="Arial" w:cs="Arial"/>
          <w:b/>
          <w:sz w:val="28"/>
          <w:szCs w:val="22"/>
        </w:rPr>
      </w:pPr>
      <w:r w:rsidRPr="00AB4A6E">
        <w:rPr>
          <w:rFonts w:ascii="Arial" w:hAnsi="Arial" w:cs="Arial"/>
          <w:b/>
          <w:sz w:val="28"/>
          <w:szCs w:val="22"/>
        </w:rPr>
        <w:t>Protokoll</w:t>
      </w:r>
    </w:p>
    <w:p w:rsidR="00AB4A6E" w:rsidRPr="00AB4A6E" w:rsidRDefault="00AB4A6E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268"/>
        <w:gridCol w:w="2268"/>
        <w:gridCol w:w="4536"/>
      </w:tblGrid>
      <w:tr w:rsidR="00AB4A6E" w:rsidRPr="00AB4A6E" w:rsidTr="00E8146C">
        <w:trPr>
          <w:trHeight w:val="397"/>
        </w:trPr>
        <w:tc>
          <w:tcPr>
            <w:tcW w:w="2268" w:type="dxa"/>
            <w:tcBorders>
              <w:bottom w:val="single" w:sz="4" w:space="0" w:color="auto"/>
            </w:tcBorders>
          </w:tcPr>
          <w:p w:rsidR="00AB4A6E" w:rsidRPr="00AB4A6E" w:rsidRDefault="00AB4A6E" w:rsidP="00E8146C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 w:colFirst="0" w:colLast="0"/>
            <w:r w:rsidRPr="00AB4A6E">
              <w:rPr>
                <w:rFonts w:ascii="Arial" w:hAnsi="Arial" w:cs="Arial"/>
                <w:b/>
                <w:sz w:val="22"/>
                <w:szCs w:val="22"/>
              </w:rPr>
              <w:t>Teilnehmer/-innen: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AB4A6E" w:rsidRPr="00AB4A6E" w:rsidTr="00AB4A6E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Protokollführer/-in: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023" w:rsidRPr="00AB4A6E" w:rsidTr="00AB4A6E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4FC0" w:rsidRPr="00AB4A6E" w:rsidRDefault="007B3023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Ort: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3023" w:rsidRPr="00AB4A6E" w:rsidRDefault="007B3023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4B43" w:rsidRPr="00AB4A6E" w:rsidTr="00AB4A6E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43" w:rsidRPr="00AB4A6E" w:rsidRDefault="00794B43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43" w:rsidRPr="00AB4A6E" w:rsidRDefault="00794B43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A6E" w:rsidRPr="00AB4A6E" w:rsidTr="00AB4A6E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Uhrzeit: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A6E" w:rsidRPr="00AB4A6E" w:rsidTr="00AB4A6E">
        <w:trPr>
          <w:trHeight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Tagesordnung: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4FC0" w:rsidRPr="00AB4A6E" w:rsidTr="00AB4A6E">
        <w:trPr>
          <w:trHeight w:val="397"/>
        </w:trPr>
        <w:tc>
          <w:tcPr>
            <w:tcW w:w="9072" w:type="dxa"/>
            <w:gridSpan w:val="3"/>
            <w:tcBorders>
              <w:top w:val="single" w:sz="4" w:space="0" w:color="auto"/>
            </w:tcBorders>
            <w:vAlign w:val="center"/>
          </w:tcPr>
          <w:p w:rsidR="00D64FC0" w:rsidRPr="00AB4A6E" w:rsidRDefault="00D64FC0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1D64" w:rsidRPr="00AB4A6E" w:rsidTr="00AB4A6E">
        <w:trPr>
          <w:trHeight w:val="397"/>
        </w:trPr>
        <w:tc>
          <w:tcPr>
            <w:tcW w:w="9072" w:type="dxa"/>
            <w:gridSpan w:val="3"/>
            <w:vAlign w:val="center"/>
          </w:tcPr>
          <w:p w:rsidR="009A1D64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Konstanz,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AB4A6E" w:rsidRPr="00AB4A6E" w:rsidTr="00AB4A6E">
        <w:trPr>
          <w:trHeight w:val="1077"/>
        </w:trPr>
        <w:tc>
          <w:tcPr>
            <w:tcW w:w="9072" w:type="dxa"/>
            <w:gridSpan w:val="3"/>
            <w:tcBorders>
              <w:bottom w:val="single" w:sz="4" w:space="0" w:color="auto"/>
            </w:tcBorders>
            <w:vAlign w:val="center"/>
          </w:tcPr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3023" w:rsidRPr="00AB4A6E" w:rsidTr="00AB4A6E">
        <w:trPr>
          <w:trHeight w:val="397"/>
        </w:trPr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7B3023" w:rsidRPr="00AB4A6E" w:rsidRDefault="007B3023" w:rsidP="00AB4A6E">
            <w:pPr>
              <w:rPr>
                <w:rFonts w:ascii="Arial" w:hAnsi="Arial" w:cs="Arial"/>
                <w:sz w:val="18"/>
                <w:szCs w:val="22"/>
              </w:rPr>
            </w:pPr>
            <w:r w:rsidRPr="00AB4A6E">
              <w:rPr>
                <w:rFonts w:ascii="Arial" w:hAnsi="Arial" w:cs="Arial"/>
                <w:sz w:val="18"/>
                <w:szCs w:val="22"/>
              </w:rPr>
              <w:t>Unterschrift Vorsitzende</w:t>
            </w:r>
            <w:r w:rsidR="00AB4A6E" w:rsidRPr="00AB4A6E">
              <w:rPr>
                <w:rFonts w:ascii="Arial" w:hAnsi="Arial" w:cs="Arial"/>
                <w:sz w:val="18"/>
                <w:szCs w:val="22"/>
              </w:rPr>
              <w:t>/-r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B3023" w:rsidRPr="00AB4A6E" w:rsidRDefault="007B3023" w:rsidP="00AB4A6E">
            <w:pPr>
              <w:rPr>
                <w:rFonts w:ascii="Arial" w:hAnsi="Arial" w:cs="Arial"/>
                <w:sz w:val="18"/>
                <w:szCs w:val="22"/>
              </w:rPr>
            </w:pPr>
            <w:r w:rsidRPr="00AB4A6E">
              <w:rPr>
                <w:rFonts w:ascii="Arial" w:hAnsi="Arial" w:cs="Arial"/>
                <w:sz w:val="18"/>
                <w:szCs w:val="22"/>
              </w:rPr>
              <w:t>Unterschrift Protokollführer</w:t>
            </w:r>
            <w:r w:rsidR="00AB4A6E">
              <w:rPr>
                <w:rFonts w:ascii="Arial" w:hAnsi="Arial" w:cs="Arial"/>
                <w:sz w:val="18"/>
                <w:szCs w:val="22"/>
              </w:rPr>
              <w:t>/-in</w:t>
            </w:r>
          </w:p>
        </w:tc>
      </w:tr>
      <w:tr w:rsidR="00CB2332" w:rsidRPr="00AB4A6E" w:rsidTr="00AB4A6E">
        <w:trPr>
          <w:trHeight w:val="397"/>
        </w:trPr>
        <w:tc>
          <w:tcPr>
            <w:tcW w:w="9072" w:type="dxa"/>
            <w:gridSpan w:val="3"/>
            <w:vAlign w:val="center"/>
          </w:tcPr>
          <w:p w:rsidR="00CB2332" w:rsidRDefault="00CB2332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Anlagen</w:t>
            </w:r>
          </w:p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  <w:r w:rsidRPr="00AB4A6E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AB4A6E">
              <w:rPr>
                <w:rFonts w:ascii="Arial" w:hAnsi="Arial" w:cs="Arial"/>
                <w:sz w:val="22"/>
                <w:szCs w:val="22"/>
              </w:rPr>
              <w:instrText xml:space="preserve">  </w:instrText>
            </w:r>
            <w:r w:rsidRPr="00AB4A6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CB2332" w:rsidRPr="00AB4A6E" w:rsidTr="00AB4A6E">
        <w:trPr>
          <w:trHeight w:val="397"/>
        </w:trPr>
        <w:tc>
          <w:tcPr>
            <w:tcW w:w="9072" w:type="dxa"/>
            <w:gridSpan w:val="3"/>
            <w:vAlign w:val="center"/>
          </w:tcPr>
          <w:p w:rsidR="00CB2332" w:rsidRDefault="00CB2332" w:rsidP="00AB4A6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4A6E">
              <w:rPr>
                <w:rFonts w:ascii="Arial" w:hAnsi="Arial" w:cs="Arial"/>
                <w:b/>
                <w:sz w:val="22"/>
                <w:szCs w:val="22"/>
              </w:rPr>
              <w:t>Verteiler</w:t>
            </w:r>
          </w:p>
          <w:p w:rsidR="00AB4A6E" w:rsidRPr="00AB4A6E" w:rsidRDefault="00AB4A6E" w:rsidP="00AB4A6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B3023" w:rsidRPr="00AB4A6E" w:rsidRDefault="007B3023">
      <w:pPr>
        <w:rPr>
          <w:rFonts w:ascii="Arial" w:hAnsi="Arial" w:cs="Arial"/>
          <w:sz w:val="22"/>
          <w:szCs w:val="22"/>
        </w:rPr>
      </w:pPr>
    </w:p>
    <w:sectPr w:rsidR="007B3023" w:rsidRPr="00AB4A6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6E8" w:rsidRDefault="005A26E8" w:rsidP="0097485C">
      <w:r>
        <w:separator/>
      </w:r>
    </w:p>
  </w:endnote>
  <w:endnote w:type="continuationSeparator" w:id="0">
    <w:p w:rsidR="005A26E8" w:rsidRDefault="005A26E8" w:rsidP="00974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6E8" w:rsidRDefault="005A26E8" w:rsidP="0097485C">
      <w:r>
        <w:separator/>
      </w:r>
    </w:p>
  </w:footnote>
  <w:footnote w:type="continuationSeparator" w:id="0">
    <w:p w:rsidR="005A26E8" w:rsidRDefault="005A26E8" w:rsidP="00974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485C" w:rsidRDefault="00AB4A6E">
    <w:pPr>
      <w:pStyle w:val="Kopfzeile"/>
    </w:pPr>
    <w:r>
      <w:rPr>
        <w:noProof/>
      </w:rPr>
      <w:drawing>
        <wp:inline distT="0" distB="0" distL="0" distR="0">
          <wp:extent cx="4151736" cy="926672"/>
          <wp:effectExtent l="0" t="0" r="127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elz_Gmb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51736" cy="926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2FE8"/>
    <w:multiLevelType w:val="hybridMultilevel"/>
    <w:tmpl w:val="4C9EA7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C3"/>
    <w:rsid w:val="000847AF"/>
    <w:rsid w:val="000D5956"/>
    <w:rsid w:val="001773C3"/>
    <w:rsid w:val="001E0D82"/>
    <w:rsid w:val="002A168E"/>
    <w:rsid w:val="00337AA9"/>
    <w:rsid w:val="003A017B"/>
    <w:rsid w:val="00431865"/>
    <w:rsid w:val="005A26E8"/>
    <w:rsid w:val="005F6F68"/>
    <w:rsid w:val="006124E5"/>
    <w:rsid w:val="00647F90"/>
    <w:rsid w:val="006651E2"/>
    <w:rsid w:val="0066758D"/>
    <w:rsid w:val="006E5DBD"/>
    <w:rsid w:val="007241AB"/>
    <w:rsid w:val="00794B43"/>
    <w:rsid w:val="007B3023"/>
    <w:rsid w:val="00867942"/>
    <w:rsid w:val="00881D6E"/>
    <w:rsid w:val="0097485C"/>
    <w:rsid w:val="009A1D64"/>
    <w:rsid w:val="009A4EEA"/>
    <w:rsid w:val="00A6585D"/>
    <w:rsid w:val="00AB4A6E"/>
    <w:rsid w:val="00B41AE5"/>
    <w:rsid w:val="00B616D6"/>
    <w:rsid w:val="00BB2B9D"/>
    <w:rsid w:val="00BC4B10"/>
    <w:rsid w:val="00BD3BED"/>
    <w:rsid w:val="00CB2332"/>
    <w:rsid w:val="00CF511A"/>
    <w:rsid w:val="00D56761"/>
    <w:rsid w:val="00D64FC0"/>
    <w:rsid w:val="00E8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71E10D-563F-4434-9F6C-2DA463E3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B3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4B1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4B1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241AB"/>
    <w:rPr>
      <w:color w:val="808080"/>
    </w:rPr>
  </w:style>
  <w:style w:type="paragraph" w:styleId="Listenabsatz">
    <w:name w:val="List Paragraph"/>
    <w:basedOn w:val="Standard"/>
    <w:uiPriority w:val="34"/>
    <w:qFormat/>
    <w:rsid w:val="007241A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748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485C"/>
    <w:rPr>
      <w:rFonts w:ascii="Verdana" w:hAnsi="Verdan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9748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485C"/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chule\BerufsfachlicheKompetenz\Lernfeld_02\Lernsituationen\LF02LS10\Protokollrahm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8F104-A148-4A36-920F-644F82BF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Protokollrahmen</Template>
  <TotalTime>0</TotalTime>
  <Pages>1</Pages>
  <Words>29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Weberei Knoll KG</vt:lpstr>
    </vt:vector>
  </TitlesOfParts>
  <Company>FLS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Weberei Knoll KG</dc:title>
  <dc:creator>dagmar.wagegg@live.com</dc:creator>
  <cp:lastModifiedBy>Koordinierungsstelle</cp:lastModifiedBy>
  <cp:revision>4</cp:revision>
  <dcterms:created xsi:type="dcterms:W3CDTF">2024-11-18T11:23:00Z</dcterms:created>
  <dcterms:modified xsi:type="dcterms:W3CDTF">2024-11-18T12:41:00Z</dcterms:modified>
</cp:coreProperties>
</file>