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395"/>
      </w:tblGrid>
      <w:tr w:rsidR="00993D9E" w:rsidTr="00696C56">
        <w:tc>
          <w:tcPr>
            <w:tcW w:w="5949" w:type="dxa"/>
            <w:vAlign w:val="center"/>
          </w:tcPr>
          <w:p w:rsidR="00993D9E" w:rsidRDefault="00993D9E" w:rsidP="00696C56">
            <w:pPr>
              <w:pStyle w:val="Kopfzeile"/>
              <w:rPr>
                <w:rFonts w:ascii="Brush Script MT" w:hAnsi="Brush Script MT" w:cs="Arial"/>
                <w:sz w:val="100"/>
                <w:szCs w:val="100"/>
              </w:rPr>
            </w:pPr>
            <w:r w:rsidRPr="003E1F8B">
              <w:rPr>
                <w:rFonts w:ascii="Brush Script MT" w:hAnsi="Brush Script MT" w:cs="Arial"/>
                <w:sz w:val="100"/>
                <w:szCs w:val="100"/>
              </w:rPr>
              <w:t>B</w:t>
            </w:r>
            <w:r>
              <w:rPr>
                <w:rFonts w:ascii="Brush Script MT" w:hAnsi="Brush Script MT" w:cs="Arial"/>
                <w:sz w:val="100"/>
                <w:szCs w:val="100"/>
              </w:rPr>
              <w:t>ackfein GmbH</w:t>
            </w:r>
          </w:p>
        </w:tc>
        <w:tc>
          <w:tcPr>
            <w:tcW w:w="3395" w:type="dxa"/>
            <w:vAlign w:val="center"/>
          </w:tcPr>
          <w:p w:rsidR="00993D9E" w:rsidRDefault="00993D9E" w:rsidP="00696C56">
            <w:pPr>
              <w:pStyle w:val="Kopfzeile"/>
              <w:jc w:val="right"/>
              <w:rPr>
                <w:rFonts w:ascii="Brush Script MT" w:hAnsi="Brush Script MT" w:cs="Arial"/>
                <w:sz w:val="100"/>
                <w:szCs w:val="100"/>
              </w:rPr>
            </w:pPr>
            <w:r>
              <w:rPr>
                <w:rFonts w:ascii="Brush Script MT" w:hAnsi="Brush Script MT" w:cs="Arial"/>
                <w:noProof/>
                <w:sz w:val="100"/>
                <w:szCs w:val="100"/>
              </w:rPr>
              <w:drawing>
                <wp:inline distT="0" distB="0" distL="0" distR="0" wp14:anchorId="4F09D338" wp14:editId="46F8E52F">
                  <wp:extent cx="1135380" cy="1135380"/>
                  <wp:effectExtent l="0" t="0" r="7620" b="762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Backfein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135380" cy="1135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5F1C" w:rsidRDefault="00EC5F1C" w:rsidP="00531235">
      <w:pPr>
        <w:tabs>
          <w:tab w:val="left" w:pos="5670"/>
        </w:tabs>
        <w:rPr>
          <w:rFonts w:cs="Arial"/>
        </w:rPr>
      </w:pPr>
    </w:p>
    <w:tbl>
      <w:tblPr>
        <w:tblW w:w="963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993D9E" w:rsidRPr="00993D9E" w:rsidTr="00696C56">
        <w:trPr>
          <w:trHeight w:hRule="exact" w:val="284"/>
        </w:trPr>
        <w:tc>
          <w:tcPr>
            <w:tcW w:w="4819" w:type="dxa"/>
            <w:vAlign w:val="bottom"/>
          </w:tcPr>
          <w:p w:rsidR="00993D9E" w:rsidRPr="00993D9E" w:rsidRDefault="00993D9E" w:rsidP="00696C56">
            <w:pPr>
              <w:ind w:right="-1037"/>
              <w:rPr>
                <w:rFonts w:cs="Arial"/>
                <w:sz w:val="16"/>
                <w:szCs w:val="16"/>
              </w:rPr>
            </w:pPr>
            <w:r w:rsidRPr="00993D9E">
              <w:rPr>
                <w:rFonts w:cs="Arial"/>
                <w:sz w:val="16"/>
                <w:szCs w:val="16"/>
              </w:rPr>
              <w:t>Backfein GmbH - Hegauring 104 - 78464 Konstanz</w:t>
            </w:r>
          </w:p>
        </w:tc>
        <w:tc>
          <w:tcPr>
            <w:tcW w:w="4820" w:type="dxa"/>
          </w:tcPr>
          <w:p w:rsidR="00993D9E" w:rsidRPr="00993D9E" w:rsidRDefault="00993D9E" w:rsidP="00696C56">
            <w:pPr>
              <w:rPr>
                <w:rFonts w:cs="Arial"/>
                <w:sz w:val="16"/>
              </w:rPr>
            </w:pPr>
          </w:p>
        </w:tc>
      </w:tr>
      <w:tr w:rsidR="00993D9E" w:rsidRPr="00993D9E" w:rsidTr="00696C56">
        <w:trPr>
          <w:cantSplit/>
          <w:trHeight w:hRule="exact" w:val="720"/>
        </w:trPr>
        <w:tc>
          <w:tcPr>
            <w:tcW w:w="4819" w:type="dxa"/>
            <w:vAlign w:val="bottom"/>
          </w:tcPr>
          <w:p w:rsidR="00993D9E" w:rsidRPr="00993D9E" w:rsidRDefault="00993D9E" w:rsidP="00696C56">
            <w:pPr>
              <w:ind w:right="-1037"/>
              <w:rPr>
                <w:rFonts w:cs="Arial"/>
                <w:sz w:val="20"/>
                <w:szCs w:val="20"/>
              </w:rPr>
            </w:pPr>
            <w:r w:rsidRPr="00993D9E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993D9E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993D9E">
              <w:rPr>
                <w:rFonts w:cs="Arial"/>
                <w:sz w:val="20"/>
                <w:szCs w:val="20"/>
              </w:rPr>
            </w:r>
            <w:r w:rsidRPr="00993D9E">
              <w:rPr>
                <w:rFonts w:cs="Arial"/>
                <w:sz w:val="20"/>
                <w:szCs w:val="20"/>
              </w:rPr>
              <w:fldChar w:fldCharType="separate"/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4820" w:type="dxa"/>
            <w:vMerge w:val="restart"/>
            <w:tcBorders>
              <w:left w:val="nil"/>
            </w:tcBorders>
          </w:tcPr>
          <w:p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Ihr Zeichen: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993D9E">
              <w:rPr>
                <w:rFonts w:cs="Arial"/>
                <w:szCs w:val="18"/>
              </w:rPr>
              <w:instrText xml:space="preserve"> FORMTEXT </w:instrText>
            </w:r>
            <w:r w:rsidRPr="00993D9E">
              <w:rPr>
                <w:rFonts w:cs="Arial"/>
                <w:szCs w:val="18"/>
              </w:rPr>
            </w:r>
            <w:r w:rsidRPr="00993D9E">
              <w:rPr>
                <w:rFonts w:cs="Arial"/>
                <w:szCs w:val="18"/>
              </w:rPr>
              <w:fldChar w:fldCharType="separate"/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fldChar w:fldCharType="end"/>
            </w:r>
            <w:bookmarkEnd w:id="1"/>
          </w:p>
          <w:p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>Ihre Nachricht vom: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93D9E">
              <w:rPr>
                <w:rFonts w:cs="Arial"/>
                <w:szCs w:val="18"/>
              </w:rPr>
              <w:instrText xml:space="preserve"> FORMTEXT </w:instrText>
            </w:r>
            <w:r w:rsidRPr="00993D9E">
              <w:rPr>
                <w:rFonts w:cs="Arial"/>
                <w:szCs w:val="18"/>
              </w:rPr>
            </w:r>
            <w:r w:rsidRPr="00993D9E">
              <w:rPr>
                <w:rFonts w:cs="Arial"/>
                <w:szCs w:val="18"/>
              </w:rPr>
              <w:fldChar w:fldCharType="separate"/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fldChar w:fldCharType="end"/>
            </w:r>
          </w:p>
          <w:p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Unser Zeichen: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93D9E">
              <w:rPr>
                <w:rFonts w:cs="Arial"/>
                <w:szCs w:val="18"/>
              </w:rPr>
              <w:instrText xml:space="preserve"> FORMTEXT </w:instrText>
            </w:r>
            <w:r w:rsidRPr="00993D9E">
              <w:rPr>
                <w:rFonts w:cs="Arial"/>
                <w:szCs w:val="18"/>
              </w:rPr>
            </w:r>
            <w:r w:rsidRPr="00993D9E">
              <w:rPr>
                <w:rFonts w:cs="Arial"/>
                <w:szCs w:val="18"/>
              </w:rPr>
              <w:fldChar w:fldCharType="separate"/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fldChar w:fldCharType="end"/>
            </w:r>
          </w:p>
          <w:p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Unsere Nachricht vom: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93D9E">
              <w:rPr>
                <w:rFonts w:cs="Arial"/>
                <w:szCs w:val="18"/>
              </w:rPr>
              <w:instrText xml:space="preserve"> FORMTEXT </w:instrText>
            </w:r>
            <w:r w:rsidRPr="00993D9E">
              <w:rPr>
                <w:rFonts w:cs="Arial"/>
                <w:szCs w:val="18"/>
              </w:rPr>
            </w:r>
            <w:r w:rsidRPr="00993D9E">
              <w:rPr>
                <w:rFonts w:cs="Arial"/>
                <w:szCs w:val="18"/>
              </w:rPr>
              <w:fldChar w:fldCharType="separate"/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fldChar w:fldCharType="end"/>
            </w:r>
          </w:p>
          <w:p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</w:p>
          <w:p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Name: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93D9E">
              <w:rPr>
                <w:rFonts w:cs="Arial"/>
                <w:szCs w:val="18"/>
              </w:rPr>
              <w:instrText xml:space="preserve"> FORMTEXT </w:instrText>
            </w:r>
            <w:r w:rsidRPr="00993D9E">
              <w:rPr>
                <w:rFonts w:cs="Arial"/>
                <w:szCs w:val="18"/>
              </w:rPr>
            </w:r>
            <w:r w:rsidRPr="00993D9E">
              <w:rPr>
                <w:rFonts w:cs="Arial"/>
                <w:szCs w:val="18"/>
              </w:rPr>
              <w:fldChar w:fldCharType="separate"/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fldChar w:fldCharType="end"/>
            </w:r>
          </w:p>
          <w:p w:rsidR="00993D9E" w:rsidRPr="00993D9E" w:rsidRDefault="00993D9E" w:rsidP="00696C56">
            <w:pPr>
              <w:rPr>
                <w:rFonts w:cs="Arial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Telefon: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t>07531 309-07</w:t>
            </w:r>
          </w:p>
          <w:p w:rsidR="00993D9E" w:rsidRPr="00993D9E" w:rsidRDefault="00993D9E" w:rsidP="00696C56">
            <w:pPr>
              <w:rPr>
                <w:rFonts w:cs="Arial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>Telefax: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t>07531 309-10</w:t>
            </w:r>
          </w:p>
          <w:p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E-Mail: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t>info@backfein.de</w:t>
            </w:r>
          </w:p>
          <w:p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</w:p>
          <w:p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Datum: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93D9E">
              <w:rPr>
                <w:rFonts w:cs="Arial"/>
                <w:szCs w:val="18"/>
              </w:rPr>
              <w:instrText xml:space="preserve"> FORMTEXT </w:instrText>
            </w:r>
            <w:r w:rsidRPr="00993D9E">
              <w:rPr>
                <w:rFonts w:cs="Arial"/>
                <w:szCs w:val="18"/>
              </w:rPr>
            </w:r>
            <w:r w:rsidRPr="00993D9E">
              <w:rPr>
                <w:rFonts w:cs="Arial"/>
                <w:szCs w:val="18"/>
              </w:rPr>
              <w:fldChar w:fldCharType="separate"/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fldChar w:fldCharType="end"/>
            </w:r>
          </w:p>
        </w:tc>
      </w:tr>
      <w:tr w:rsidR="00993D9E" w:rsidRPr="00993D9E" w:rsidTr="00696C56">
        <w:trPr>
          <w:cantSplit/>
          <w:trHeight w:val="2023"/>
        </w:trPr>
        <w:tc>
          <w:tcPr>
            <w:tcW w:w="4819" w:type="dxa"/>
          </w:tcPr>
          <w:p w:rsidR="00993D9E" w:rsidRPr="00993D9E" w:rsidRDefault="00993D9E" w:rsidP="00696C56">
            <w:pPr>
              <w:tabs>
                <w:tab w:val="left" w:pos="1716"/>
              </w:tabs>
              <w:ind w:right="-1037"/>
              <w:rPr>
                <w:rFonts w:cs="Arial"/>
                <w:sz w:val="20"/>
                <w:szCs w:val="20"/>
              </w:rPr>
            </w:pPr>
            <w:r w:rsidRPr="00993D9E">
              <w:rPr>
                <w:rFonts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993D9E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993D9E">
              <w:rPr>
                <w:rFonts w:cs="Arial"/>
                <w:sz w:val="20"/>
                <w:szCs w:val="20"/>
              </w:rPr>
            </w:r>
            <w:r w:rsidRPr="00993D9E">
              <w:rPr>
                <w:rFonts w:cs="Arial"/>
                <w:sz w:val="20"/>
                <w:szCs w:val="20"/>
              </w:rPr>
              <w:fldChar w:fldCharType="separate"/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820" w:type="dxa"/>
            <w:vMerge/>
          </w:tcPr>
          <w:p w:rsidR="00993D9E" w:rsidRPr="00993D9E" w:rsidRDefault="00993D9E" w:rsidP="00696C56">
            <w:pPr>
              <w:rPr>
                <w:rFonts w:cs="Arial"/>
              </w:rPr>
            </w:pPr>
          </w:p>
        </w:tc>
      </w:tr>
    </w:tbl>
    <w:p w:rsidR="00993D9E" w:rsidRDefault="00993D9E" w:rsidP="00531235">
      <w:pPr>
        <w:tabs>
          <w:tab w:val="left" w:pos="5670"/>
        </w:tabs>
        <w:rPr>
          <w:rFonts w:cs="Arial"/>
        </w:rPr>
      </w:pPr>
    </w:p>
    <w:p w:rsidR="00DE6CEF" w:rsidRDefault="00DE6CEF" w:rsidP="00531235">
      <w:pPr>
        <w:tabs>
          <w:tab w:val="left" w:pos="5670"/>
        </w:tabs>
        <w:rPr>
          <w:rFonts w:cs="Arial"/>
        </w:rPr>
        <w:sectPr w:rsidR="00DE6CEF" w:rsidSect="00993D9E">
          <w:footerReference w:type="default" r:id="rId8"/>
          <w:pgSz w:w="11906" w:h="16838" w:code="9"/>
          <w:pgMar w:top="993" w:right="1134" w:bottom="1134" w:left="1418" w:header="709" w:footer="567" w:gutter="0"/>
          <w:cols w:space="708"/>
          <w:docGrid w:linePitch="360"/>
        </w:sectPr>
      </w:pPr>
    </w:p>
    <w:p w:rsidR="00DE6CEF" w:rsidRDefault="00DE6CEF" w:rsidP="00993D9E">
      <w:pPr>
        <w:tabs>
          <w:tab w:val="left" w:pos="5670"/>
        </w:tabs>
        <w:rPr>
          <w:rFonts w:cs="Arial"/>
        </w:rPr>
      </w:pPr>
      <w:bookmarkStart w:id="3" w:name="_GoBack"/>
      <w:bookmarkEnd w:id="3"/>
    </w:p>
    <w:sectPr w:rsidR="00DE6CEF" w:rsidSect="00993D9E">
      <w:type w:val="continuous"/>
      <w:pgSz w:w="11906" w:h="16838" w:code="9"/>
      <w:pgMar w:top="1102" w:right="1134" w:bottom="1134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189" w:rsidRDefault="00EF4189">
      <w:r>
        <w:separator/>
      </w:r>
    </w:p>
  </w:endnote>
  <w:endnote w:type="continuationSeparator" w:id="0">
    <w:p w:rsidR="00EF4189" w:rsidRDefault="00EF4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4"/>
      <w:gridCol w:w="3115"/>
      <w:gridCol w:w="3115"/>
    </w:tblGrid>
    <w:tr w:rsidR="003E1F8B" w:rsidTr="003E1F8B">
      <w:tc>
        <w:tcPr>
          <w:tcW w:w="3114" w:type="dxa"/>
          <w:hideMark/>
        </w:tcPr>
        <w:p w:rsidR="003E1F8B" w:rsidRDefault="003E1F8B" w:rsidP="003E1F8B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B</w:t>
          </w:r>
          <w:r w:rsidR="00914DAD">
            <w:rPr>
              <w:rFonts w:cs="Arial"/>
              <w:sz w:val="16"/>
              <w:szCs w:val="16"/>
            </w:rPr>
            <w:t>ackfein GmbH</w:t>
          </w:r>
        </w:p>
        <w:p w:rsidR="003E1F8B" w:rsidRDefault="003E1F8B" w:rsidP="003E1F8B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Hegauring 104</w:t>
          </w:r>
        </w:p>
        <w:p w:rsidR="003E1F8B" w:rsidRDefault="003E1F8B" w:rsidP="003E1F8B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78464 Konstanz</w:t>
          </w:r>
        </w:p>
      </w:tc>
      <w:tc>
        <w:tcPr>
          <w:tcW w:w="3115" w:type="dxa"/>
          <w:hideMark/>
        </w:tcPr>
        <w:p w:rsidR="003E1F8B" w:rsidRDefault="003E1F8B" w:rsidP="003E1F8B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Tel.: 07531 309-0</w:t>
          </w:r>
        </w:p>
        <w:p w:rsidR="003E1F8B" w:rsidRDefault="003E1F8B" w:rsidP="003E1F8B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Fax: 07531 309-10</w:t>
          </w:r>
        </w:p>
        <w:p w:rsidR="003E1F8B" w:rsidRDefault="003E1F8B" w:rsidP="003E1F8B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E-Mail: info@backfein.de</w:t>
          </w:r>
        </w:p>
        <w:p w:rsidR="003E1F8B" w:rsidRDefault="003E1F8B" w:rsidP="003E1F8B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Web: www.backfein.de</w:t>
          </w:r>
        </w:p>
      </w:tc>
      <w:tc>
        <w:tcPr>
          <w:tcW w:w="3115" w:type="dxa"/>
          <w:hideMark/>
        </w:tcPr>
        <w:p w:rsidR="003E1F8B" w:rsidRDefault="003E1F8B" w:rsidP="003E1F8B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Geschäftsführer: Manfred Glöckner</w:t>
          </w:r>
        </w:p>
        <w:p w:rsidR="003E1F8B" w:rsidRDefault="003E1F8B" w:rsidP="003E1F8B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Sitz des Unternehmens: Konstanz</w:t>
          </w:r>
        </w:p>
        <w:p w:rsidR="003E1F8B" w:rsidRDefault="003E1F8B" w:rsidP="003E1F8B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Amtsgericht: Konstanz HRB 303087</w:t>
          </w:r>
        </w:p>
        <w:p w:rsidR="003E1F8B" w:rsidRDefault="003E1F8B" w:rsidP="003E1F8B">
          <w:pPr>
            <w:pStyle w:val="Fuzeile"/>
            <w:tabs>
              <w:tab w:val="clear" w:pos="4536"/>
              <w:tab w:val="clear" w:pos="9072"/>
              <w:tab w:val="center" w:pos="4678"/>
              <w:tab w:val="right" w:pos="9356"/>
            </w:tabs>
            <w:rPr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USt-IdNr.: DE301020183</w:t>
          </w:r>
        </w:p>
      </w:tc>
    </w:tr>
  </w:tbl>
  <w:p w:rsidR="006D04FB" w:rsidRPr="003E1F8B" w:rsidRDefault="006D04FB" w:rsidP="006A5D57">
    <w:pPr>
      <w:pStyle w:val="Fuzeile"/>
      <w:tabs>
        <w:tab w:val="clear" w:pos="4536"/>
        <w:tab w:val="clear" w:pos="9072"/>
        <w:tab w:val="center" w:pos="4678"/>
        <w:tab w:val="right" w:pos="9356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189" w:rsidRDefault="00EF4189">
      <w:r>
        <w:separator/>
      </w:r>
    </w:p>
  </w:footnote>
  <w:footnote w:type="continuationSeparator" w:id="0">
    <w:p w:rsidR="00EF4189" w:rsidRDefault="00EF41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BD"/>
    <w:rsid w:val="00032A02"/>
    <w:rsid w:val="00070D1C"/>
    <w:rsid w:val="000F078A"/>
    <w:rsid w:val="00102A7D"/>
    <w:rsid w:val="001C32BB"/>
    <w:rsid w:val="002057F0"/>
    <w:rsid w:val="003720DE"/>
    <w:rsid w:val="003D349B"/>
    <w:rsid w:val="003E1F8B"/>
    <w:rsid w:val="003E3341"/>
    <w:rsid w:val="00431B94"/>
    <w:rsid w:val="004D39BC"/>
    <w:rsid w:val="00504AF2"/>
    <w:rsid w:val="00523700"/>
    <w:rsid w:val="00531235"/>
    <w:rsid w:val="00570B46"/>
    <w:rsid w:val="005B2391"/>
    <w:rsid w:val="005F056B"/>
    <w:rsid w:val="006308E3"/>
    <w:rsid w:val="00631C1D"/>
    <w:rsid w:val="00686191"/>
    <w:rsid w:val="00692642"/>
    <w:rsid w:val="006A5D57"/>
    <w:rsid w:val="006D04FB"/>
    <w:rsid w:val="00733634"/>
    <w:rsid w:val="00790A4C"/>
    <w:rsid w:val="007C08BD"/>
    <w:rsid w:val="007E48B4"/>
    <w:rsid w:val="00887605"/>
    <w:rsid w:val="008A6D1C"/>
    <w:rsid w:val="008E66DD"/>
    <w:rsid w:val="00914DAD"/>
    <w:rsid w:val="00993D9E"/>
    <w:rsid w:val="009A48D7"/>
    <w:rsid w:val="009C7C41"/>
    <w:rsid w:val="00A36D2C"/>
    <w:rsid w:val="00A850CF"/>
    <w:rsid w:val="00A95915"/>
    <w:rsid w:val="00AF62DB"/>
    <w:rsid w:val="00B2149C"/>
    <w:rsid w:val="00BA1723"/>
    <w:rsid w:val="00BF233F"/>
    <w:rsid w:val="00C707A3"/>
    <w:rsid w:val="00C873E5"/>
    <w:rsid w:val="00CD6122"/>
    <w:rsid w:val="00D42C1D"/>
    <w:rsid w:val="00DB1DDB"/>
    <w:rsid w:val="00DC5E49"/>
    <w:rsid w:val="00DE6CEF"/>
    <w:rsid w:val="00EB772F"/>
    <w:rsid w:val="00EC5F1C"/>
    <w:rsid w:val="00EC6A8A"/>
    <w:rsid w:val="00EF4189"/>
    <w:rsid w:val="00F640E9"/>
    <w:rsid w:val="00F95D43"/>
    <w:rsid w:val="00FA19B9"/>
    <w:rsid w:val="00FC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ind w:right="-1037"/>
      <w:outlineLvl w:val="0"/>
    </w:pPr>
    <w:rPr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5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styleId="Sprechblasentext">
    <w:name w:val="Balloon Text"/>
    <w:basedOn w:val="Standard"/>
    <w:link w:val="SprechblasentextZchn"/>
    <w:rsid w:val="006D04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D04F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3E1F8B"/>
    <w:rPr>
      <w:rFonts w:ascii="Arial" w:hAnsi="Arial"/>
      <w:sz w:val="22"/>
      <w:szCs w:val="24"/>
    </w:rPr>
  </w:style>
  <w:style w:type="table" w:styleId="Tabellenraster">
    <w:name w:val="Table Grid"/>
    <w:basedOn w:val="NormaleTabelle"/>
    <w:rsid w:val="003E1F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ind w:right="-1037"/>
      <w:outlineLvl w:val="0"/>
    </w:pPr>
    <w:rPr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5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styleId="Sprechblasentext">
    <w:name w:val="Balloon Text"/>
    <w:basedOn w:val="Standard"/>
    <w:link w:val="SprechblasentextZchn"/>
    <w:rsid w:val="006D04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D04F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3E1F8B"/>
    <w:rPr>
      <w:rFonts w:ascii="Arial" w:hAnsi="Arial"/>
      <w:sz w:val="22"/>
      <w:szCs w:val="24"/>
    </w:rPr>
  </w:style>
  <w:style w:type="table" w:styleId="Tabellenraster">
    <w:name w:val="Table Grid"/>
    <w:basedOn w:val="NormaleTabelle"/>
    <w:rsid w:val="003E1F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chule\Organisatorisches\Vorlagen\Vorlage%20Briefmask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Briefmaske.dotx</Template>
  <TotalTime>0</TotalTime>
  <Pages>1</Pages>
  <Words>38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Praxis Dr</vt:lpstr>
    </vt:vector>
  </TitlesOfParts>
  <Company>Nell-Breuning Schule Rottweil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Praxis Dr</dc:title>
  <dc:creator>Programmadministrator</dc:creator>
  <cp:lastModifiedBy>Fachberater 1 (KM)</cp:lastModifiedBy>
  <cp:revision>4</cp:revision>
  <cp:lastPrinted>2009-04-22T12:57:00Z</cp:lastPrinted>
  <dcterms:created xsi:type="dcterms:W3CDTF">2018-11-29T11:24:00Z</dcterms:created>
  <dcterms:modified xsi:type="dcterms:W3CDTF">2019-01-17T08:11:00Z</dcterms:modified>
</cp:coreProperties>
</file>