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Ind w:w="108" w:type="dxa"/>
        <w:tblCellMar>
          <w:top w:w="57" w:type="dxa"/>
          <w:bottom w:w="57" w:type="dxa"/>
        </w:tblCellMar>
        <w:tblLook w:val="01E0"/>
      </w:tblPr>
      <w:tblGrid>
        <w:gridCol w:w="1134"/>
        <w:gridCol w:w="7970"/>
      </w:tblGrid>
      <w:tr w:rsidR="005179E3" w:rsidRPr="0000684C" w:rsidTr="00B64950">
        <w:trPr>
          <w:trHeight w:val="358"/>
        </w:trPr>
        <w:tc>
          <w:tcPr>
            <w:tcW w:w="1134" w:type="dxa"/>
            <w:vAlign w:val="center"/>
          </w:tcPr>
          <w:p w:rsidR="00FF0146" w:rsidRPr="0000684C" w:rsidRDefault="00FF0146" w:rsidP="00A81B28">
            <w:pPr>
              <w:rPr>
                <w:rFonts w:cs="Arial"/>
                <w:b/>
                <w:color w:val="000000" w:themeColor="text1"/>
                <w:sz w:val="24"/>
                <w:szCs w:val="24"/>
              </w:rPr>
            </w:pPr>
            <w:r w:rsidRPr="0000684C">
              <w:rPr>
                <w:rFonts w:cs="Arial"/>
                <w:b/>
                <w:color w:val="000000" w:themeColor="text1"/>
                <w:sz w:val="24"/>
                <w:szCs w:val="24"/>
                <w:highlight w:val="lightGray"/>
              </w:rPr>
              <w:t>An …</w:t>
            </w:r>
          </w:p>
        </w:tc>
        <w:tc>
          <w:tcPr>
            <w:tcW w:w="7970" w:type="dxa"/>
            <w:vAlign w:val="center"/>
          </w:tcPr>
          <w:p w:rsidR="00FF0146" w:rsidRPr="0000684C" w:rsidRDefault="00050499" w:rsidP="00A81B28">
            <w:pPr>
              <w:rPr>
                <w:rFonts w:cs="Arial"/>
                <w:color w:val="000000" w:themeColor="text1"/>
                <w:sz w:val="22"/>
                <w:szCs w:val="24"/>
              </w:rPr>
            </w:pPr>
            <w:r>
              <w:rPr>
                <w:rFonts w:cs="Arial"/>
                <w:color w:val="000000" w:themeColor="text1"/>
                <w:sz w:val="22"/>
                <w:szCs w:val="24"/>
              </w:rPr>
              <w:t>a</w:t>
            </w:r>
            <w:r w:rsidR="00E72F2E" w:rsidRPr="0000684C">
              <w:rPr>
                <w:rFonts w:cs="Arial"/>
                <w:color w:val="000000" w:themeColor="text1"/>
                <w:sz w:val="22"/>
                <w:szCs w:val="24"/>
              </w:rPr>
              <w:t>ndreas.mueller@kitchen-care.de</w:t>
            </w:r>
          </w:p>
        </w:tc>
      </w:tr>
      <w:tr w:rsidR="005179E3" w:rsidRPr="0000684C" w:rsidTr="00B64950">
        <w:trPr>
          <w:trHeight w:val="358"/>
        </w:trPr>
        <w:tc>
          <w:tcPr>
            <w:tcW w:w="1134" w:type="dxa"/>
            <w:vAlign w:val="center"/>
          </w:tcPr>
          <w:p w:rsidR="00FF0146" w:rsidRPr="0000684C" w:rsidRDefault="00FF0146" w:rsidP="00A81B28">
            <w:pPr>
              <w:rPr>
                <w:rFonts w:cs="Arial"/>
                <w:b/>
                <w:color w:val="000000" w:themeColor="text1"/>
                <w:sz w:val="24"/>
                <w:szCs w:val="24"/>
              </w:rPr>
            </w:pPr>
            <w:r w:rsidRPr="0000684C">
              <w:rPr>
                <w:rFonts w:cs="Arial"/>
                <w:b/>
                <w:color w:val="000000" w:themeColor="text1"/>
                <w:sz w:val="24"/>
                <w:szCs w:val="24"/>
                <w:highlight w:val="lightGray"/>
              </w:rPr>
              <w:t>Cc …</w:t>
            </w:r>
          </w:p>
        </w:tc>
        <w:tc>
          <w:tcPr>
            <w:tcW w:w="7970" w:type="dxa"/>
            <w:vAlign w:val="center"/>
          </w:tcPr>
          <w:p w:rsidR="00E72F2E" w:rsidRPr="0000684C" w:rsidRDefault="00E72F2E" w:rsidP="00E72F2E">
            <w:pPr>
              <w:rPr>
                <w:rFonts w:cs="Arial"/>
                <w:color w:val="000000" w:themeColor="text1"/>
                <w:sz w:val="22"/>
                <w:szCs w:val="24"/>
              </w:rPr>
            </w:pPr>
          </w:p>
        </w:tc>
      </w:tr>
      <w:tr w:rsidR="005179E3" w:rsidRPr="0000684C" w:rsidTr="00B64950">
        <w:trPr>
          <w:trHeight w:val="358"/>
        </w:trPr>
        <w:tc>
          <w:tcPr>
            <w:tcW w:w="1134" w:type="dxa"/>
            <w:vAlign w:val="center"/>
          </w:tcPr>
          <w:p w:rsidR="00FF0146" w:rsidRPr="0000684C" w:rsidRDefault="00FF0146" w:rsidP="00A81B28">
            <w:pPr>
              <w:rPr>
                <w:rFonts w:cs="Arial"/>
                <w:b/>
                <w:color w:val="000000" w:themeColor="text1"/>
                <w:sz w:val="24"/>
                <w:szCs w:val="24"/>
              </w:rPr>
            </w:pPr>
            <w:r w:rsidRPr="0000684C">
              <w:rPr>
                <w:rFonts w:cs="Arial"/>
                <w:b/>
                <w:color w:val="000000" w:themeColor="text1"/>
                <w:sz w:val="24"/>
                <w:szCs w:val="24"/>
                <w:highlight w:val="lightGray"/>
              </w:rPr>
              <w:t>Bcc …</w:t>
            </w:r>
          </w:p>
        </w:tc>
        <w:tc>
          <w:tcPr>
            <w:tcW w:w="7970" w:type="dxa"/>
            <w:vAlign w:val="center"/>
          </w:tcPr>
          <w:p w:rsidR="00FF0146" w:rsidRPr="0000684C" w:rsidRDefault="00FF0146" w:rsidP="00A81B28">
            <w:pPr>
              <w:rPr>
                <w:rFonts w:cs="Arial"/>
                <w:color w:val="000000" w:themeColor="text1"/>
                <w:sz w:val="22"/>
                <w:szCs w:val="24"/>
              </w:rPr>
            </w:pPr>
          </w:p>
        </w:tc>
      </w:tr>
      <w:tr w:rsidR="005179E3" w:rsidRPr="0000684C" w:rsidTr="00B64950">
        <w:trPr>
          <w:trHeight w:val="358"/>
        </w:trPr>
        <w:tc>
          <w:tcPr>
            <w:tcW w:w="1134" w:type="dxa"/>
            <w:vAlign w:val="center"/>
          </w:tcPr>
          <w:p w:rsidR="00FF0146" w:rsidRPr="0000684C" w:rsidRDefault="00FF0146" w:rsidP="00A81B28">
            <w:pPr>
              <w:rPr>
                <w:rFonts w:cs="Arial"/>
                <w:b/>
                <w:color w:val="000000" w:themeColor="text1"/>
                <w:sz w:val="24"/>
                <w:szCs w:val="24"/>
              </w:rPr>
            </w:pPr>
            <w:r w:rsidRPr="0000684C">
              <w:rPr>
                <w:rFonts w:cs="Arial"/>
                <w:b/>
                <w:color w:val="000000" w:themeColor="text1"/>
                <w:sz w:val="24"/>
                <w:szCs w:val="24"/>
                <w:highlight w:val="lightGray"/>
              </w:rPr>
              <w:t>Betreff:</w:t>
            </w:r>
          </w:p>
        </w:tc>
        <w:tc>
          <w:tcPr>
            <w:tcW w:w="7970" w:type="dxa"/>
            <w:vAlign w:val="center"/>
          </w:tcPr>
          <w:p w:rsidR="00FF0146" w:rsidRPr="0000684C" w:rsidRDefault="00FF0146" w:rsidP="00A81B28">
            <w:pPr>
              <w:rPr>
                <w:rFonts w:cs="Arial"/>
                <w:color w:val="000000" w:themeColor="text1"/>
                <w:sz w:val="24"/>
                <w:szCs w:val="24"/>
              </w:rPr>
            </w:pPr>
          </w:p>
        </w:tc>
      </w:tr>
      <w:tr w:rsidR="005179E3" w:rsidRPr="0000684C" w:rsidTr="00232EB7">
        <w:trPr>
          <w:trHeight w:val="5951"/>
        </w:trPr>
        <w:tc>
          <w:tcPr>
            <w:tcW w:w="9104" w:type="dxa"/>
            <w:gridSpan w:val="2"/>
          </w:tcPr>
          <w:p w:rsidR="00D71FF3" w:rsidRDefault="00D71FF3" w:rsidP="004B340F">
            <w:pPr>
              <w:rPr>
                <w:rFonts w:cs="Arial"/>
                <w:color w:val="000000" w:themeColor="text1"/>
                <w:sz w:val="22"/>
                <w:szCs w:val="24"/>
              </w:rPr>
            </w:pPr>
          </w:p>
          <w:p w:rsidR="00D71FF3" w:rsidRDefault="00D71FF3" w:rsidP="004B340F">
            <w:pPr>
              <w:rPr>
                <w:rFonts w:cs="Arial"/>
                <w:color w:val="000000" w:themeColor="text1"/>
                <w:sz w:val="22"/>
                <w:szCs w:val="24"/>
              </w:rPr>
            </w:pPr>
          </w:p>
          <w:p w:rsidR="00D71FF3" w:rsidRDefault="00D71FF3" w:rsidP="004B340F">
            <w:pPr>
              <w:rPr>
                <w:rFonts w:cs="Arial"/>
                <w:color w:val="000000" w:themeColor="text1"/>
                <w:sz w:val="22"/>
                <w:szCs w:val="24"/>
              </w:rPr>
            </w:pPr>
          </w:p>
          <w:p w:rsidR="00D71FF3" w:rsidRDefault="00D71FF3" w:rsidP="004B340F">
            <w:pPr>
              <w:rPr>
                <w:rFonts w:cs="Arial"/>
                <w:color w:val="000000" w:themeColor="text1"/>
                <w:sz w:val="22"/>
                <w:szCs w:val="24"/>
              </w:rPr>
            </w:pPr>
          </w:p>
          <w:p w:rsidR="00D71FF3" w:rsidRDefault="00D71FF3" w:rsidP="004B340F">
            <w:pPr>
              <w:rPr>
                <w:rFonts w:cs="Arial"/>
                <w:color w:val="000000" w:themeColor="text1"/>
                <w:sz w:val="22"/>
                <w:szCs w:val="24"/>
              </w:rPr>
            </w:pPr>
          </w:p>
          <w:p w:rsidR="00D71FF3" w:rsidRDefault="00D71FF3" w:rsidP="004B340F">
            <w:pPr>
              <w:rPr>
                <w:rFonts w:cs="Arial"/>
                <w:color w:val="000000" w:themeColor="text1"/>
                <w:sz w:val="22"/>
                <w:szCs w:val="24"/>
              </w:rPr>
            </w:pPr>
          </w:p>
          <w:p w:rsidR="00D71FF3" w:rsidRDefault="00D71FF3" w:rsidP="004B340F">
            <w:pPr>
              <w:rPr>
                <w:rFonts w:cs="Arial"/>
                <w:color w:val="000000" w:themeColor="text1"/>
                <w:sz w:val="22"/>
                <w:szCs w:val="24"/>
              </w:rPr>
            </w:pPr>
          </w:p>
          <w:p w:rsidR="005179E3" w:rsidRPr="0000684C" w:rsidRDefault="005179E3" w:rsidP="004B340F">
            <w:pPr>
              <w:rPr>
                <w:rFonts w:cs="Arial"/>
                <w:color w:val="000000" w:themeColor="text1"/>
                <w:sz w:val="22"/>
                <w:szCs w:val="24"/>
              </w:rPr>
            </w:pPr>
          </w:p>
        </w:tc>
      </w:tr>
      <w:tr w:rsidR="005179E3" w:rsidRPr="0000684C" w:rsidTr="00B64950">
        <w:trPr>
          <w:trHeight w:val="358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FF0146" w:rsidRPr="0000684C" w:rsidRDefault="00FF0146" w:rsidP="00A81B28">
            <w:pPr>
              <w:rPr>
                <w:rFonts w:cs="Arial"/>
                <w:color w:val="000000" w:themeColor="text1"/>
                <w:sz w:val="24"/>
                <w:szCs w:val="24"/>
              </w:rPr>
            </w:pPr>
            <w:r w:rsidRPr="0000684C">
              <w:rPr>
                <w:rFonts w:cs="Arial"/>
                <w:color w:val="000000" w:themeColor="text1"/>
                <w:sz w:val="24"/>
                <w:szCs w:val="24"/>
              </w:rPr>
              <w:t>Anhang:</w:t>
            </w:r>
          </w:p>
        </w:tc>
        <w:tc>
          <w:tcPr>
            <w:tcW w:w="7970" w:type="dxa"/>
            <w:vAlign w:val="center"/>
          </w:tcPr>
          <w:p w:rsidR="00856F7E" w:rsidRPr="0000684C" w:rsidRDefault="00856F7E" w:rsidP="00A81B28">
            <w:pPr>
              <w:rPr>
                <w:rFonts w:cs="Arial"/>
                <w:color w:val="000000" w:themeColor="text1"/>
                <w:sz w:val="24"/>
                <w:szCs w:val="24"/>
              </w:rPr>
            </w:pPr>
          </w:p>
        </w:tc>
      </w:tr>
    </w:tbl>
    <w:p w:rsidR="00232EB7" w:rsidRDefault="00232EB7">
      <w:pPr>
        <w:rPr>
          <w:rFonts w:cs="Arial"/>
        </w:rPr>
      </w:pPr>
    </w:p>
    <w:p w:rsidR="00460198" w:rsidRPr="0000684C" w:rsidRDefault="00460198">
      <w:pPr>
        <w:rPr>
          <w:rFonts w:cs="Arial"/>
        </w:rPr>
      </w:pPr>
      <w:bookmarkStart w:id="0" w:name="_GoBack"/>
      <w:bookmarkEnd w:id="0"/>
    </w:p>
    <w:sectPr w:rsidR="00460198" w:rsidRPr="0000684C" w:rsidSect="007459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6DF" w:rsidRDefault="005566DF" w:rsidP="00580BD0">
      <w:r>
        <w:separator/>
      </w:r>
    </w:p>
  </w:endnote>
  <w:endnote w:type="continuationSeparator" w:id="0">
    <w:p w:rsidR="005566DF" w:rsidRDefault="005566DF" w:rsidP="00580B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0F6" w:rsidRDefault="00E970F6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0F6" w:rsidRDefault="00E970F6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0F6" w:rsidRDefault="00E970F6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6DF" w:rsidRDefault="005566DF" w:rsidP="00580BD0">
      <w:r>
        <w:separator/>
      </w:r>
    </w:p>
  </w:footnote>
  <w:footnote w:type="continuationSeparator" w:id="0">
    <w:p w:rsidR="005566DF" w:rsidRDefault="005566DF" w:rsidP="00580B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0F6" w:rsidRDefault="00E970F6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BD0" w:rsidRDefault="00580BD0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0F6" w:rsidRDefault="00E970F6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0BD0"/>
    <w:rsid w:val="000007A2"/>
    <w:rsid w:val="00001C78"/>
    <w:rsid w:val="0000684C"/>
    <w:rsid w:val="00014E69"/>
    <w:rsid w:val="00014F2C"/>
    <w:rsid w:val="00025EBC"/>
    <w:rsid w:val="000269B7"/>
    <w:rsid w:val="00037675"/>
    <w:rsid w:val="000405D8"/>
    <w:rsid w:val="00040DDB"/>
    <w:rsid w:val="00044420"/>
    <w:rsid w:val="000475FF"/>
    <w:rsid w:val="00050499"/>
    <w:rsid w:val="00054BB4"/>
    <w:rsid w:val="0006113D"/>
    <w:rsid w:val="00074129"/>
    <w:rsid w:val="00092584"/>
    <w:rsid w:val="00093F3A"/>
    <w:rsid w:val="00096345"/>
    <w:rsid w:val="000A2134"/>
    <w:rsid w:val="000A4460"/>
    <w:rsid w:val="000A6BFD"/>
    <w:rsid w:val="000B32C6"/>
    <w:rsid w:val="000C305C"/>
    <w:rsid w:val="000E1E34"/>
    <w:rsid w:val="000E7F4A"/>
    <w:rsid w:val="000F5AD3"/>
    <w:rsid w:val="00103766"/>
    <w:rsid w:val="00112FF5"/>
    <w:rsid w:val="00114A8D"/>
    <w:rsid w:val="001277A1"/>
    <w:rsid w:val="00132D83"/>
    <w:rsid w:val="001342BA"/>
    <w:rsid w:val="001462CE"/>
    <w:rsid w:val="00147837"/>
    <w:rsid w:val="0015412A"/>
    <w:rsid w:val="0015603F"/>
    <w:rsid w:val="001577DF"/>
    <w:rsid w:val="00174838"/>
    <w:rsid w:val="001853B8"/>
    <w:rsid w:val="0019160D"/>
    <w:rsid w:val="00195B8F"/>
    <w:rsid w:val="001A5E59"/>
    <w:rsid w:val="001C2A6E"/>
    <w:rsid w:val="001D7AC1"/>
    <w:rsid w:val="001E2964"/>
    <w:rsid w:val="001E7D79"/>
    <w:rsid w:val="001F248B"/>
    <w:rsid w:val="001F6435"/>
    <w:rsid w:val="00221537"/>
    <w:rsid w:val="00232EB7"/>
    <w:rsid w:val="002444E1"/>
    <w:rsid w:val="00245468"/>
    <w:rsid w:val="0024786E"/>
    <w:rsid w:val="00255AD7"/>
    <w:rsid w:val="00256C8F"/>
    <w:rsid w:val="00257670"/>
    <w:rsid w:val="00257D40"/>
    <w:rsid w:val="00260022"/>
    <w:rsid w:val="00265F48"/>
    <w:rsid w:val="00273B86"/>
    <w:rsid w:val="00275F75"/>
    <w:rsid w:val="00280C78"/>
    <w:rsid w:val="00297403"/>
    <w:rsid w:val="00297B30"/>
    <w:rsid w:val="002B4403"/>
    <w:rsid w:val="002B4F49"/>
    <w:rsid w:val="002C0B77"/>
    <w:rsid w:val="002C2895"/>
    <w:rsid w:val="002C446B"/>
    <w:rsid w:val="002D4E97"/>
    <w:rsid w:val="002E4362"/>
    <w:rsid w:val="002F07AC"/>
    <w:rsid w:val="00300890"/>
    <w:rsid w:val="00302127"/>
    <w:rsid w:val="00311E95"/>
    <w:rsid w:val="003254BD"/>
    <w:rsid w:val="00327152"/>
    <w:rsid w:val="003356F5"/>
    <w:rsid w:val="003413FF"/>
    <w:rsid w:val="00357696"/>
    <w:rsid w:val="00361429"/>
    <w:rsid w:val="00373F4D"/>
    <w:rsid w:val="00374CFB"/>
    <w:rsid w:val="0037669D"/>
    <w:rsid w:val="00384AB4"/>
    <w:rsid w:val="0038635A"/>
    <w:rsid w:val="003A05BD"/>
    <w:rsid w:val="003C500A"/>
    <w:rsid w:val="003C5ADD"/>
    <w:rsid w:val="003C668E"/>
    <w:rsid w:val="003D7111"/>
    <w:rsid w:val="003E7688"/>
    <w:rsid w:val="003F51C1"/>
    <w:rsid w:val="00407E66"/>
    <w:rsid w:val="00410B98"/>
    <w:rsid w:val="004149EC"/>
    <w:rsid w:val="00426439"/>
    <w:rsid w:val="0043138C"/>
    <w:rsid w:val="004377D5"/>
    <w:rsid w:val="00442460"/>
    <w:rsid w:val="00443C27"/>
    <w:rsid w:val="004506E0"/>
    <w:rsid w:val="00460198"/>
    <w:rsid w:val="004604A9"/>
    <w:rsid w:val="00463796"/>
    <w:rsid w:val="00465233"/>
    <w:rsid w:val="00467A44"/>
    <w:rsid w:val="00474D89"/>
    <w:rsid w:val="00477D14"/>
    <w:rsid w:val="004912C5"/>
    <w:rsid w:val="004913E0"/>
    <w:rsid w:val="0049264B"/>
    <w:rsid w:val="00493CBD"/>
    <w:rsid w:val="0049652F"/>
    <w:rsid w:val="004A6C57"/>
    <w:rsid w:val="004A6DA8"/>
    <w:rsid w:val="004B340F"/>
    <w:rsid w:val="004B4DEF"/>
    <w:rsid w:val="004C52BA"/>
    <w:rsid w:val="004C6C9E"/>
    <w:rsid w:val="004D74F9"/>
    <w:rsid w:val="004E1049"/>
    <w:rsid w:val="004F57C6"/>
    <w:rsid w:val="004F7621"/>
    <w:rsid w:val="00510DED"/>
    <w:rsid w:val="005125B4"/>
    <w:rsid w:val="0051652B"/>
    <w:rsid w:val="00516701"/>
    <w:rsid w:val="005179E3"/>
    <w:rsid w:val="00544827"/>
    <w:rsid w:val="005566DF"/>
    <w:rsid w:val="00563B18"/>
    <w:rsid w:val="00566FE2"/>
    <w:rsid w:val="00572AB6"/>
    <w:rsid w:val="00573C67"/>
    <w:rsid w:val="00580BD0"/>
    <w:rsid w:val="00584DBD"/>
    <w:rsid w:val="00594A61"/>
    <w:rsid w:val="005A1913"/>
    <w:rsid w:val="005B1921"/>
    <w:rsid w:val="005B2700"/>
    <w:rsid w:val="005B5D0F"/>
    <w:rsid w:val="005C1FDE"/>
    <w:rsid w:val="005C3E63"/>
    <w:rsid w:val="005D32F3"/>
    <w:rsid w:val="005D6DEC"/>
    <w:rsid w:val="005E335A"/>
    <w:rsid w:val="005E6375"/>
    <w:rsid w:val="005E6A2F"/>
    <w:rsid w:val="005E7D31"/>
    <w:rsid w:val="005F33BA"/>
    <w:rsid w:val="00602FD8"/>
    <w:rsid w:val="00603C79"/>
    <w:rsid w:val="00624C47"/>
    <w:rsid w:val="006251A4"/>
    <w:rsid w:val="00625E32"/>
    <w:rsid w:val="00636AE1"/>
    <w:rsid w:val="006445A7"/>
    <w:rsid w:val="00647EAB"/>
    <w:rsid w:val="00650026"/>
    <w:rsid w:val="00656545"/>
    <w:rsid w:val="00660679"/>
    <w:rsid w:val="006674F1"/>
    <w:rsid w:val="006735F3"/>
    <w:rsid w:val="006759A6"/>
    <w:rsid w:val="00676C6D"/>
    <w:rsid w:val="00693B87"/>
    <w:rsid w:val="006A6E25"/>
    <w:rsid w:val="006C2CC0"/>
    <w:rsid w:val="006E0DA0"/>
    <w:rsid w:val="006E75A8"/>
    <w:rsid w:val="006F1C26"/>
    <w:rsid w:val="006F2212"/>
    <w:rsid w:val="006F2E4A"/>
    <w:rsid w:val="006F3213"/>
    <w:rsid w:val="006F7FCE"/>
    <w:rsid w:val="00703C9F"/>
    <w:rsid w:val="00711A9F"/>
    <w:rsid w:val="00716474"/>
    <w:rsid w:val="00725596"/>
    <w:rsid w:val="00735741"/>
    <w:rsid w:val="007459A2"/>
    <w:rsid w:val="00752DF9"/>
    <w:rsid w:val="0076549D"/>
    <w:rsid w:val="0077497F"/>
    <w:rsid w:val="007823BB"/>
    <w:rsid w:val="00787666"/>
    <w:rsid w:val="007909BA"/>
    <w:rsid w:val="00793EA8"/>
    <w:rsid w:val="00794E68"/>
    <w:rsid w:val="007A00AB"/>
    <w:rsid w:val="007A72DE"/>
    <w:rsid w:val="007B7AC7"/>
    <w:rsid w:val="007C4029"/>
    <w:rsid w:val="007C41E3"/>
    <w:rsid w:val="007E05C8"/>
    <w:rsid w:val="007E70E4"/>
    <w:rsid w:val="007F3781"/>
    <w:rsid w:val="00812B1E"/>
    <w:rsid w:val="00814ACA"/>
    <w:rsid w:val="008239E7"/>
    <w:rsid w:val="008322E1"/>
    <w:rsid w:val="008403E1"/>
    <w:rsid w:val="008445A7"/>
    <w:rsid w:val="008513BD"/>
    <w:rsid w:val="00854456"/>
    <w:rsid w:val="00856F7E"/>
    <w:rsid w:val="00857A85"/>
    <w:rsid w:val="00864587"/>
    <w:rsid w:val="008664C3"/>
    <w:rsid w:val="00872F26"/>
    <w:rsid w:val="00885106"/>
    <w:rsid w:val="008A306E"/>
    <w:rsid w:val="008B2EDF"/>
    <w:rsid w:val="008B390C"/>
    <w:rsid w:val="008D728F"/>
    <w:rsid w:val="008D79A3"/>
    <w:rsid w:val="008E00B0"/>
    <w:rsid w:val="008E3BE4"/>
    <w:rsid w:val="008F4909"/>
    <w:rsid w:val="008F4A1F"/>
    <w:rsid w:val="008F6618"/>
    <w:rsid w:val="008F7A90"/>
    <w:rsid w:val="00907BC9"/>
    <w:rsid w:val="0091221D"/>
    <w:rsid w:val="009154DC"/>
    <w:rsid w:val="0092102E"/>
    <w:rsid w:val="009345F4"/>
    <w:rsid w:val="00962653"/>
    <w:rsid w:val="00964B04"/>
    <w:rsid w:val="009735A4"/>
    <w:rsid w:val="00976EBF"/>
    <w:rsid w:val="00977DD2"/>
    <w:rsid w:val="009801BF"/>
    <w:rsid w:val="00985243"/>
    <w:rsid w:val="0098707E"/>
    <w:rsid w:val="009A20EB"/>
    <w:rsid w:val="009C60F9"/>
    <w:rsid w:val="009D57FB"/>
    <w:rsid w:val="009E62A3"/>
    <w:rsid w:val="009E792B"/>
    <w:rsid w:val="009F52D1"/>
    <w:rsid w:val="00A03AC3"/>
    <w:rsid w:val="00A13433"/>
    <w:rsid w:val="00A1444B"/>
    <w:rsid w:val="00A1489A"/>
    <w:rsid w:val="00A163D6"/>
    <w:rsid w:val="00A31FC3"/>
    <w:rsid w:val="00A45F35"/>
    <w:rsid w:val="00A46886"/>
    <w:rsid w:val="00A60CB3"/>
    <w:rsid w:val="00A623CE"/>
    <w:rsid w:val="00A6679D"/>
    <w:rsid w:val="00A71E19"/>
    <w:rsid w:val="00A74A08"/>
    <w:rsid w:val="00A8211A"/>
    <w:rsid w:val="00A83FC9"/>
    <w:rsid w:val="00A84219"/>
    <w:rsid w:val="00A849FE"/>
    <w:rsid w:val="00AA01F3"/>
    <w:rsid w:val="00AB233E"/>
    <w:rsid w:val="00AB59E1"/>
    <w:rsid w:val="00AB7F48"/>
    <w:rsid w:val="00AC4357"/>
    <w:rsid w:val="00AD1857"/>
    <w:rsid w:val="00AD1AA0"/>
    <w:rsid w:val="00AD31A5"/>
    <w:rsid w:val="00AE50AD"/>
    <w:rsid w:val="00AF6CB7"/>
    <w:rsid w:val="00B065D9"/>
    <w:rsid w:val="00B07BEB"/>
    <w:rsid w:val="00B131FE"/>
    <w:rsid w:val="00B26B3F"/>
    <w:rsid w:val="00B44C78"/>
    <w:rsid w:val="00B47EDB"/>
    <w:rsid w:val="00B554E7"/>
    <w:rsid w:val="00B55C81"/>
    <w:rsid w:val="00B5701A"/>
    <w:rsid w:val="00B57953"/>
    <w:rsid w:val="00B57A15"/>
    <w:rsid w:val="00B6217C"/>
    <w:rsid w:val="00B63AC6"/>
    <w:rsid w:val="00B64950"/>
    <w:rsid w:val="00B70C5C"/>
    <w:rsid w:val="00B71595"/>
    <w:rsid w:val="00B74EC6"/>
    <w:rsid w:val="00B75C21"/>
    <w:rsid w:val="00B76FC1"/>
    <w:rsid w:val="00B8094E"/>
    <w:rsid w:val="00B91F8B"/>
    <w:rsid w:val="00BA01FF"/>
    <w:rsid w:val="00BA54F6"/>
    <w:rsid w:val="00BA5540"/>
    <w:rsid w:val="00BB2218"/>
    <w:rsid w:val="00BD19E4"/>
    <w:rsid w:val="00BD4D5F"/>
    <w:rsid w:val="00BE571B"/>
    <w:rsid w:val="00BF0089"/>
    <w:rsid w:val="00BF0143"/>
    <w:rsid w:val="00BF208B"/>
    <w:rsid w:val="00BF20B7"/>
    <w:rsid w:val="00C026F0"/>
    <w:rsid w:val="00C1179F"/>
    <w:rsid w:val="00C130ED"/>
    <w:rsid w:val="00C14F38"/>
    <w:rsid w:val="00C15468"/>
    <w:rsid w:val="00C163B1"/>
    <w:rsid w:val="00C208B9"/>
    <w:rsid w:val="00C26788"/>
    <w:rsid w:val="00C35B14"/>
    <w:rsid w:val="00C40555"/>
    <w:rsid w:val="00C40D87"/>
    <w:rsid w:val="00C41F4B"/>
    <w:rsid w:val="00C46A47"/>
    <w:rsid w:val="00C55AB1"/>
    <w:rsid w:val="00C7009B"/>
    <w:rsid w:val="00C76011"/>
    <w:rsid w:val="00C76155"/>
    <w:rsid w:val="00C764B3"/>
    <w:rsid w:val="00C76FFF"/>
    <w:rsid w:val="00C867B8"/>
    <w:rsid w:val="00C878DC"/>
    <w:rsid w:val="00CC0157"/>
    <w:rsid w:val="00CF1C3E"/>
    <w:rsid w:val="00CF2B57"/>
    <w:rsid w:val="00CF464F"/>
    <w:rsid w:val="00D00179"/>
    <w:rsid w:val="00D0282F"/>
    <w:rsid w:val="00D245EC"/>
    <w:rsid w:val="00D34634"/>
    <w:rsid w:val="00D34793"/>
    <w:rsid w:val="00D34959"/>
    <w:rsid w:val="00D44645"/>
    <w:rsid w:val="00D46E3E"/>
    <w:rsid w:val="00D46F29"/>
    <w:rsid w:val="00D57AB0"/>
    <w:rsid w:val="00D60BFD"/>
    <w:rsid w:val="00D64225"/>
    <w:rsid w:val="00D646E9"/>
    <w:rsid w:val="00D70570"/>
    <w:rsid w:val="00D71FF3"/>
    <w:rsid w:val="00D74961"/>
    <w:rsid w:val="00D93FB7"/>
    <w:rsid w:val="00DA7A1F"/>
    <w:rsid w:val="00DB0312"/>
    <w:rsid w:val="00DB7EDD"/>
    <w:rsid w:val="00DD1532"/>
    <w:rsid w:val="00DD33D7"/>
    <w:rsid w:val="00DD3727"/>
    <w:rsid w:val="00DD5EE6"/>
    <w:rsid w:val="00DD6244"/>
    <w:rsid w:val="00DE2B59"/>
    <w:rsid w:val="00DE4D7B"/>
    <w:rsid w:val="00DF3F79"/>
    <w:rsid w:val="00E012D5"/>
    <w:rsid w:val="00E109CE"/>
    <w:rsid w:val="00E25E20"/>
    <w:rsid w:val="00E31A5E"/>
    <w:rsid w:val="00E320AF"/>
    <w:rsid w:val="00E728E0"/>
    <w:rsid w:val="00E72F2E"/>
    <w:rsid w:val="00E761E9"/>
    <w:rsid w:val="00E77FAC"/>
    <w:rsid w:val="00E80F8F"/>
    <w:rsid w:val="00E85077"/>
    <w:rsid w:val="00E970F6"/>
    <w:rsid w:val="00EA0E46"/>
    <w:rsid w:val="00EA2850"/>
    <w:rsid w:val="00EA69E1"/>
    <w:rsid w:val="00EC136B"/>
    <w:rsid w:val="00ED3AF7"/>
    <w:rsid w:val="00ED7EF6"/>
    <w:rsid w:val="00EE2378"/>
    <w:rsid w:val="00EE7634"/>
    <w:rsid w:val="00F0755E"/>
    <w:rsid w:val="00F34668"/>
    <w:rsid w:val="00F37D31"/>
    <w:rsid w:val="00F42BF3"/>
    <w:rsid w:val="00F437D0"/>
    <w:rsid w:val="00F61925"/>
    <w:rsid w:val="00F6596B"/>
    <w:rsid w:val="00F751D6"/>
    <w:rsid w:val="00F762F1"/>
    <w:rsid w:val="00F81F31"/>
    <w:rsid w:val="00F9047A"/>
    <w:rsid w:val="00F93099"/>
    <w:rsid w:val="00FA37EA"/>
    <w:rsid w:val="00FA3CBC"/>
    <w:rsid w:val="00FB73B2"/>
    <w:rsid w:val="00FC5D25"/>
    <w:rsid w:val="00FC5E36"/>
    <w:rsid w:val="00FC69D1"/>
    <w:rsid w:val="00FD5DED"/>
    <w:rsid w:val="00FD6ACE"/>
    <w:rsid w:val="00FE5B67"/>
    <w:rsid w:val="00FE7308"/>
    <w:rsid w:val="00FF0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F0146"/>
    <w:rPr>
      <w:rFonts w:ascii="Arial" w:eastAsia="Times New Roman" w:hAnsi="Arial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rsid w:val="00FF0146"/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580B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80BD0"/>
    <w:rPr>
      <w:rFonts w:ascii="Arial" w:eastAsia="Times New Roman" w:hAnsi="Arial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80B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80BD0"/>
    <w:rPr>
      <w:rFonts w:ascii="Arial" w:eastAsia="Times New Roman" w:hAnsi="Arial" w:cs="Times New Roman"/>
      <w:lang w:eastAsia="de-DE"/>
    </w:rPr>
  </w:style>
  <w:style w:type="character" w:styleId="Hyperlink">
    <w:name w:val="Hyperlink"/>
    <w:basedOn w:val="Absatz-Standardschriftart"/>
    <w:uiPriority w:val="99"/>
    <w:unhideWhenUsed/>
    <w:rsid w:val="00E72F2E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71F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F0146"/>
    <w:rPr>
      <w:rFonts w:ascii="Arial" w:eastAsia="Times New Roman" w:hAnsi="Arial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FF0146"/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580B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80BD0"/>
    <w:rPr>
      <w:rFonts w:ascii="Arial" w:eastAsia="Times New Roman" w:hAnsi="Arial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80B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80BD0"/>
    <w:rPr>
      <w:rFonts w:ascii="Arial" w:eastAsia="Times New Roman" w:hAnsi="Arial" w:cs="Times New Roman"/>
      <w:lang w:eastAsia="de-DE"/>
    </w:rPr>
  </w:style>
  <w:style w:type="character" w:styleId="Hyperlink">
    <w:name w:val="Hyperlink"/>
    <w:basedOn w:val="Absatz-Standardschriftart"/>
    <w:uiPriority w:val="99"/>
    <w:unhideWhenUsed/>
    <w:rsid w:val="00E72F2E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71F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1LEHRERORDNER%20-%20teilweise%20%202012-07-16\B&#252;romanagement%20KBS\Pr&#252;fungsaufgabe\TV%20L&#246;sungsvorschl&#228;ge%20Anlagen\E-Mail%20neutral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D118DBCA4D0F4EA82C57DE7819A31C" ma:contentTypeVersion="0" ma:contentTypeDescription="Ein neues Dokument erstellen." ma:contentTypeScope="" ma:versionID="226dca4d7e029c9363db9eeba742d71c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6CB186-59CA-495D-9F5A-DF7BC9D87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FC2D98-6CF0-405B-B58E-9A9D3224F54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BA19598-3A35-4C35-90E9-6C2FB3FDA6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E-Mail neutral</Template>
  <TotalTime>0</TotalTime>
  <Pages>1</Pages>
  <Words>11</Words>
  <Characters>74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Musterschule</Company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Benutzer</dc:creator>
  <cp:lastModifiedBy>Wolfgang</cp:lastModifiedBy>
  <cp:revision>2</cp:revision>
  <dcterms:created xsi:type="dcterms:W3CDTF">2019-11-12T19:40:00Z</dcterms:created>
  <dcterms:modified xsi:type="dcterms:W3CDTF">2019-11-12T19:40:00Z</dcterms:modified>
</cp:coreProperties>
</file>